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22DDE356" w14:textId="77777777" w:rsidTr="00FD02BC">
        <w:tc>
          <w:tcPr>
            <w:tcW w:w="1311" w:type="dxa"/>
          </w:tcPr>
          <w:p w14:paraId="7A0F6FEB" w14:textId="77777777" w:rsidR="00757AC7" w:rsidRPr="00066BE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3D459297" w14:textId="77777777" w:rsidR="00757AC7" w:rsidRPr="00066BE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31158D63" w14:textId="77777777" w:rsidR="00757AC7" w:rsidRPr="00066BEF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0754F" w14:paraId="2592C9CF" w14:textId="77777777" w:rsidTr="00FD02BC">
        <w:tc>
          <w:tcPr>
            <w:tcW w:w="1311" w:type="dxa"/>
          </w:tcPr>
          <w:p w14:paraId="056817EF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01306714</w:t>
            </w:r>
          </w:p>
        </w:tc>
        <w:tc>
          <w:tcPr>
            <w:tcW w:w="2086" w:type="dxa"/>
          </w:tcPr>
          <w:p w14:paraId="056AE719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</w:t>
            </w:r>
          </w:p>
        </w:tc>
        <w:tc>
          <w:tcPr>
            <w:tcW w:w="6101" w:type="dxa"/>
          </w:tcPr>
          <w:p w14:paraId="71305131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65A7BDF5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48B6670" w14:textId="0FE75275" w:rsidR="000E75B0" w:rsidRPr="000E75B0" w:rsidRDefault="000E75B0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F2F5544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Passaggio ridotto</w:t>
            </w:r>
          </w:p>
          <w:p w14:paraId="05E6F5D0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Filettatura ISO 228/1</w:t>
            </w:r>
          </w:p>
          <w:p w14:paraId="0870D374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Scala termometro: 0-80°C</w:t>
            </w:r>
          </w:p>
          <w:p w14:paraId="6B6CC70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71C5918" w14:textId="22A6D5DA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Kit valvole Progress a squadra con bocchettone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portatermometro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e termometro o equivalente.</w:t>
            </w:r>
          </w:p>
        </w:tc>
      </w:tr>
      <w:tr w:rsidR="0080754F" w14:paraId="766DA3C2" w14:textId="77777777" w:rsidTr="00FD02BC">
        <w:tc>
          <w:tcPr>
            <w:tcW w:w="1311" w:type="dxa"/>
          </w:tcPr>
          <w:p w14:paraId="0B54C6BF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01306712</w:t>
            </w:r>
          </w:p>
        </w:tc>
        <w:tc>
          <w:tcPr>
            <w:tcW w:w="2086" w:type="dxa"/>
          </w:tcPr>
          <w:p w14:paraId="4E5937DF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valvole Progress a squadra con bocchettone</w:t>
            </w:r>
          </w:p>
        </w:tc>
        <w:tc>
          <w:tcPr>
            <w:tcW w:w="6101" w:type="dxa"/>
          </w:tcPr>
          <w:p w14:paraId="4FC13F7A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43AD0084" w14:textId="77777777" w:rsidR="0080754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D61E65B" w14:textId="278345B3" w:rsidR="000E75B0" w:rsidRPr="000E75B0" w:rsidRDefault="000E75B0" w:rsidP="000E75B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EF98F95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Passaggio ridotto</w:t>
            </w:r>
          </w:p>
          <w:p w14:paraId="270639D9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Filettatura ISO 228/1</w:t>
            </w:r>
          </w:p>
          <w:p w14:paraId="34E5F0D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54DB4A" w14:textId="4B3AD3A4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valvole Progress a squadra con bocchettone o equivalente.</w:t>
            </w:r>
          </w:p>
        </w:tc>
      </w:tr>
      <w:tr w:rsidR="0080754F" w14:paraId="34786A78" w14:textId="77777777" w:rsidTr="00FD02BC">
        <w:tc>
          <w:tcPr>
            <w:tcW w:w="1311" w:type="dxa"/>
          </w:tcPr>
          <w:p w14:paraId="67304FAC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01306858</w:t>
            </w:r>
          </w:p>
        </w:tc>
        <w:tc>
          <w:tcPr>
            <w:tcW w:w="2086" w:type="dxa"/>
          </w:tcPr>
          <w:p w14:paraId="436D5F9D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bocchettone,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 </w:t>
            </w:r>
          </w:p>
        </w:tc>
        <w:tc>
          <w:tcPr>
            <w:tcW w:w="6101" w:type="dxa"/>
          </w:tcPr>
          <w:p w14:paraId="55F9D39D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bocchettone,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6C38161C" w14:textId="77777777" w:rsidR="0080754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7B2621E" w14:textId="56EA731C" w:rsidR="000E75B0" w:rsidRPr="000E75B0" w:rsidRDefault="000E75B0" w:rsidP="000E75B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B5157A" w14:textId="77777777" w:rsidR="0080754F" w:rsidRPr="00066BE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066BEF">
              <w:rPr>
                <w:rFonts w:ascii="Poppins" w:hAnsi="Poppins" w:cs="Poppins"/>
                <w:bCs/>
              </w:rPr>
              <w:t>Passaggio ridotto</w:t>
            </w:r>
          </w:p>
          <w:p w14:paraId="4405B2FA" w14:textId="77777777" w:rsidR="0080754F" w:rsidRPr="00066BE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066BEF">
              <w:rPr>
                <w:rFonts w:ascii="Poppins" w:hAnsi="Poppins" w:cs="Poppins"/>
                <w:bCs/>
              </w:rPr>
              <w:t>Filettature ISO 228/1</w:t>
            </w:r>
          </w:p>
          <w:p w14:paraId="29AFE981" w14:textId="51EA61AD" w:rsidR="0080754F" w:rsidRPr="00066BE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066BEF">
              <w:rPr>
                <w:rFonts w:ascii="Poppins" w:hAnsi="Poppins" w:cs="Poppins"/>
                <w:bCs/>
              </w:rPr>
              <w:t>Scala termometro 0 – 80°C</w:t>
            </w:r>
          </w:p>
          <w:p w14:paraId="5C9DB4AE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29679B" w14:textId="69F7C350" w:rsidR="0080754F" w:rsidRPr="00C639E5" w:rsidRDefault="0080754F" w:rsidP="0080754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Kit valvole Progress a squadra con bocchettone,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portatermometro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e termometro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754F" w14:paraId="2B40DDEF" w14:textId="77777777" w:rsidTr="00FD02BC">
        <w:tc>
          <w:tcPr>
            <w:tcW w:w="1311" w:type="dxa"/>
          </w:tcPr>
          <w:p w14:paraId="0A994A2D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01306856</w:t>
            </w:r>
          </w:p>
        </w:tc>
        <w:tc>
          <w:tcPr>
            <w:tcW w:w="2086" w:type="dxa"/>
          </w:tcPr>
          <w:p w14:paraId="35BF45E3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valvole Progress a squadra con bocchettone</w:t>
            </w:r>
          </w:p>
        </w:tc>
        <w:tc>
          <w:tcPr>
            <w:tcW w:w="6101" w:type="dxa"/>
          </w:tcPr>
          <w:p w14:paraId="05E8EF62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squadra con bocchettone,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543434E1" w14:textId="77777777" w:rsidR="0080754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BA52C8E" w14:textId="617C07FE" w:rsidR="000E75B0" w:rsidRPr="000E75B0" w:rsidRDefault="000E75B0" w:rsidP="000E75B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1DD7101" w14:textId="77777777" w:rsidR="0080754F" w:rsidRPr="00066BE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066BEF">
              <w:rPr>
                <w:rFonts w:ascii="Poppins" w:hAnsi="Poppins" w:cs="Poppins"/>
                <w:bCs/>
              </w:rPr>
              <w:t>Passaggio ridotto</w:t>
            </w:r>
          </w:p>
          <w:p w14:paraId="57452853" w14:textId="77777777" w:rsidR="0080754F" w:rsidRPr="00066BE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  <w:bCs/>
              </w:rPr>
            </w:pPr>
            <w:r w:rsidRPr="00066BEF">
              <w:rPr>
                <w:rFonts w:ascii="Poppins" w:hAnsi="Poppins" w:cs="Poppins"/>
                <w:bCs/>
              </w:rPr>
              <w:t>Filettature ISO 228/1</w:t>
            </w:r>
          </w:p>
          <w:p w14:paraId="1328E6D3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6E2F0E8" w14:textId="2D590FCB" w:rsidR="0080754F" w:rsidRPr="00C639E5" w:rsidRDefault="0080754F" w:rsidP="0080754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lastRenderedPageBreak/>
              <w:t>Marca Emmeti – Modello Kit valvole Progress a squadra con bocchettone o equivalente.</w:t>
            </w:r>
          </w:p>
        </w:tc>
      </w:tr>
      <w:tr w:rsidR="0080754F" w14:paraId="73AE5F00" w14:textId="77777777" w:rsidTr="00FD02BC">
        <w:tc>
          <w:tcPr>
            <w:tcW w:w="1311" w:type="dxa"/>
          </w:tcPr>
          <w:p w14:paraId="728ED1A5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01306710</w:t>
            </w:r>
          </w:p>
        </w:tc>
        <w:tc>
          <w:tcPr>
            <w:tcW w:w="2086" w:type="dxa"/>
          </w:tcPr>
          <w:p w14:paraId="6C0D8D24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diritte con bocchettone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</w:t>
            </w:r>
          </w:p>
        </w:tc>
        <w:tc>
          <w:tcPr>
            <w:tcW w:w="6101" w:type="dxa"/>
          </w:tcPr>
          <w:p w14:paraId="5EEC94FD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diritte con bocchettone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e termometro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351C91F1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AE98B22" w14:textId="273743FD" w:rsidR="000E75B0" w:rsidRPr="000E75B0" w:rsidRDefault="000E75B0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41790D6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Passaggio ridotto</w:t>
            </w:r>
          </w:p>
          <w:p w14:paraId="371C23C1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Filettatura ISO 228/1</w:t>
            </w:r>
          </w:p>
          <w:p w14:paraId="4D947DED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Scala termometro: 0-80°C</w:t>
            </w:r>
          </w:p>
          <w:p w14:paraId="54AFCCA1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4A2D07" w14:textId="77777777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Kit valvole Progress diritte con bocchettone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portatermometro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e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termometroo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equivalente.</w:t>
            </w:r>
          </w:p>
        </w:tc>
      </w:tr>
      <w:tr w:rsidR="0080754F" w14:paraId="3AEBF23E" w14:textId="77777777" w:rsidTr="00FD02BC">
        <w:tc>
          <w:tcPr>
            <w:tcW w:w="1311" w:type="dxa"/>
          </w:tcPr>
          <w:p w14:paraId="037F6DC7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01306708</w:t>
            </w:r>
          </w:p>
        </w:tc>
        <w:tc>
          <w:tcPr>
            <w:tcW w:w="2086" w:type="dxa"/>
          </w:tcPr>
          <w:p w14:paraId="4AA318A0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valvole Progress a diritte con bocchettone</w:t>
            </w:r>
          </w:p>
        </w:tc>
        <w:tc>
          <w:tcPr>
            <w:tcW w:w="6101" w:type="dxa"/>
          </w:tcPr>
          <w:p w14:paraId="6DF487D7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valvole Progress a diritte con bocchettone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590C3B84" w14:textId="77777777" w:rsidR="0080754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8B9D447" w14:textId="5481E0AE" w:rsidR="000E75B0" w:rsidRPr="000E75B0" w:rsidRDefault="000E75B0" w:rsidP="000E75B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0E75B0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5540CE5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Passaggio ridotto</w:t>
            </w:r>
          </w:p>
          <w:p w14:paraId="447F9425" w14:textId="77777777" w:rsidR="0080754F" w:rsidRPr="00066BEF" w:rsidRDefault="0080754F" w:rsidP="0080754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Filettatura ISO 228/1</w:t>
            </w:r>
          </w:p>
          <w:p w14:paraId="6D6318F2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C0DD06" w14:textId="34E0E3FD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valvole Progress diritte con bocchettone o equivalente.</w:t>
            </w:r>
          </w:p>
        </w:tc>
      </w:tr>
      <w:tr w:rsidR="0080754F" w14:paraId="3728CAEE" w14:textId="77777777" w:rsidTr="00FD02BC">
        <w:tc>
          <w:tcPr>
            <w:tcW w:w="1311" w:type="dxa"/>
          </w:tcPr>
          <w:p w14:paraId="08B8FDCF" w14:textId="77777777" w:rsidR="0080754F" w:rsidRPr="00066BEF" w:rsidRDefault="0080754F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01306826</w:t>
            </w:r>
          </w:p>
        </w:tc>
        <w:tc>
          <w:tcPr>
            <w:tcW w:w="2086" w:type="dxa"/>
          </w:tcPr>
          <w:p w14:paraId="3BED940A" w14:textId="1C4D3140" w:rsidR="0080754F" w:rsidRPr="00066BEF" w:rsidRDefault="004E6974" w:rsidP="0080754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Coppia di supporti in metallo</w:t>
            </w:r>
          </w:p>
        </w:tc>
        <w:tc>
          <w:tcPr>
            <w:tcW w:w="6101" w:type="dxa"/>
          </w:tcPr>
          <w:p w14:paraId="2455130F" w14:textId="06919C69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Supporto metallico doppio per collettor</w:t>
            </w:r>
            <w:r w:rsidR="004E6974">
              <w:rPr>
                <w:rFonts w:ascii="Poppins" w:hAnsi="Poppins" w:cs="Poppins"/>
                <w:bCs/>
                <w:sz w:val="20"/>
              </w:rPr>
              <w:t>i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4E6974">
              <w:rPr>
                <w:rFonts w:ascii="Poppins" w:hAnsi="Poppins" w:cs="Poppins"/>
                <w:bCs/>
                <w:sz w:val="20"/>
              </w:rPr>
              <w:t xml:space="preserve"> e </w:t>
            </w:r>
            <w:proofErr w:type="spellStart"/>
            <w:r w:rsidR="004E6974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="004E6974">
              <w:rPr>
                <w:rFonts w:ascii="Poppins" w:hAnsi="Poppins" w:cs="Poppins"/>
                <w:bCs/>
                <w:sz w:val="20"/>
              </w:rPr>
              <w:t xml:space="preserve"> S-D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 da 1”.</w:t>
            </w:r>
          </w:p>
          <w:p w14:paraId="6EC8EE9A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D768714" w14:textId="27F6BC23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="004E6974" w:rsidRPr="004E6974">
              <w:rPr>
                <w:rFonts w:ascii="Poppins" w:hAnsi="Poppins" w:cs="Poppins"/>
                <w:b/>
                <w:sz w:val="20"/>
              </w:rPr>
              <w:t>Coppia di supporti in metallo</w:t>
            </w:r>
            <w:r w:rsidRPr="00C639E5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0754F" w14:paraId="3CB9438C" w14:textId="77777777" w:rsidTr="00FD02BC">
        <w:tc>
          <w:tcPr>
            <w:tcW w:w="1311" w:type="dxa"/>
          </w:tcPr>
          <w:p w14:paraId="1C96D1BB" w14:textId="15EDB25D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01307010</w:t>
            </w:r>
          </w:p>
        </w:tc>
        <w:tc>
          <w:tcPr>
            <w:tcW w:w="2086" w:type="dxa"/>
          </w:tcPr>
          <w:p w14:paraId="60F8BE3C" w14:textId="1A3A5F15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43AFA">
              <w:rPr>
                <w:rFonts w:ascii="Poppins" w:hAnsi="Poppins" w:cs="Poppins"/>
                <w:bCs/>
                <w:sz w:val="20"/>
              </w:rPr>
              <w:t>Kit terminale con by-pass per collettori in acciaio e ottone</w:t>
            </w:r>
            <w:r>
              <w:rPr>
                <w:rFonts w:ascii="Poppins" w:hAnsi="Poppins" w:cs="Poppins"/>
                <w:bCs/>
                <w:sz w:val="20"/>
              </w:rPr>
              <w:t xml:space="preserve"> 1”</w:t>
            </w:r>
          </w:p>
        </w:tc>
        <w:tc>
          <w:tcPr>
            <w:tcW w:w="6101" w:type="dxa"/>
          </w:tcPr>
          <w:p w14:paraId="7C351DC7" w14:textId="6D194FEF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A26A80">
              <w:rPr>
                <w:rFonts w:ascii="Poppins" w:hAnsi="Poppins" w:cs="Poppins"/>
                <w:sz w:val="20"/>
              </w:rPr>
              <w:t>Kit terminale con by-pass per collettori in acciaio e ottone</w:t>
            </w:r>
            <w:r>
              <w:rPr>
                <w:rFonts w:ascii="Poppins" w:hAnsi="Poppins" w:cs="Poppins"/>
                <w:sz w:val="20"/>
              </w:rPr>
              <w:t xml:space="preserve"> per collettori da 1”.</w:t>
            </w:r>
          </w:p>
          <w:p w14:paraId="4D39682C" w14:textId="77777777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43BDFA" w14:textId="0687A2E7" w:rsidR="0080754F" w:rsidRPr="00A26A80" w:rsidRDefault="0080754F" w:rsidP="0080754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0655EA9" w14:textId="0B40014E" w:rsidR="0080754F" w:rsidRPr="00A26A80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A26A80">
              <w:rPr>
                <w:rFonts w:ascii="Poppins" w:hAnsi="Poppins" w:cs="Poppins"/>
              </w:rPr>
              <w:t>Temperatura massima di esercizio: 110°C</w:t>
            </w:r>
          </w:p>
          <w:p w14:paraId="7CB98769" w14:textId="1B7316FA" w:rsidR="0080754F" w:rsidRDefault="0080754F" w:rsidP="0080754F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A26A80">
              <w:rPr>
                <w:rFonts w:ascii="Poppins" w:hAnsi="Poppins" w:cs="Poppins"/>
              </w:rPr>
              <w:t>Pressione massima di esercizio: 6 bar</w:t>
            </w:r>
          </w:p>
          <w:p w14:paraId="3CE082FF" w14:textId="77777777" w:rsidR="0080754F" w:rsidRDefault="0080754F" w:rsidP="0080754F">
            <w:pPr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41A6F2B1" w14:textId="649A762E" w:rsidR="0080754F" w:rsidRPr="00A26A80" w:rsidRDefault="0080754F" w:rsidP="0080754F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Marca Emmeti – Modello </w:t>
            </w:r>
            <w:r w:rsidRPr="00A26A80">
              <w:rPr>
                <w:rFonts w:ascii="Poppins" w:hAnsi="Poppins" w:cs="Poppins"/>
                <w:b/>
                <w:bCs/>
                <w:sz w:val="20"/>
              </w:rPr>
              <w:t>Kit terminale con by-pass per collettori in acciaio e ottone 1” o equivalente.</w:t>
            </w:r>
          </w:p>
        </w:tc>
      </w:tr>
      <w:tr w:rsidR="005E0CB5" w14:paraId="25B0E481" w14:textId="77777777" w:rsidTr="00FD02BC">
        <w:tc>
          <w:tcPr>
            <w:tcW w:w="1311" w:type="dxa"/>
          </w:tcPr>
          <w:p w14:paraId="5E0034B2" w14:textId="2D879DF8" w:rsidR="005E0CB5" w:rsidRDefault="005E0CB5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01300012</w:t>
            </w:r>
          </w:p>
        </w:tc>
        <w:tc>
          <w:tcPr>
            <w:tcW w:w="2086" w:type="dxa"/>
          </w:tcPr>
          <w:p w14:paraId="48F26AF4" w14:textId="7EF84DAD" w:rsidR="005E0CB5" w:rsidRPr="00943AFA" w:rsidRDefault="005E0CB5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Kit estensione per collettori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S 2 vie 24x19</w:t>
            </w:r>
          </w:p>
        </w:tc>
        <w:tc>
          <w:tcPr>
            <w:tcW w:w="6101" w:type="dxa"/>
          </w:tcPr>
          <w:p w14:paraId="7E7E8BAF" w14:textId="77777777" w:rsidR="005E0CB5" w:rsidRDefault="00F47BC8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estensione per collettori in acciaio </w:t>
            </w:r>
            <w:proofErr w:type="spellStart"/>
            <w:r>
              <w:rPr>
                <w:rFonts w:ascii="Poppins" w:hAnsi="Poppins" w:cs="Poppins"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S.</w:t>
            </w:r>
          </w:p>
          <w:p w14:paraId="24F6B548" w14:textId="77777777" w:rsidR="00F47BC8" w:rsidRDefault="00F47BC8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Completo di 2 nippli girevoli 1” M-M.</w:t>
            </w:r>
          </w:p>
          <w:p w14:paraId="6027A0F1" w14:textId="77777777" w:rsidR="00F47BC8" w:rsidRDefault="00F47BC8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A143A0" w14:textId="77777777" w:rsidR="00F47BC8" w:rsidRDefault="00F47BC8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Modello: 2 vie, 24x19</w:t>
            </w:r>
          </w:p>
          <w:p w14:paraId="502316C1" w14:textId="77777777" w:rsidR="00F47BC8" w:rsidRDefault="00F47BC8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FDE7C3" w14:textId="635CECC6" w:rsidR="00F47BC8" w:rsidRPr="00F47BC8" w:rsidRDefault="00F47BC8" w:rsidP="0080754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Marca Emmeti – Modello Kit estensione per collettori </w:t>
            </w:r>
            <w:proofErr w:type="spellStart"/>
            <w:r w:rsidRPr="00F47BC8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 S 2 vie 24x19 o equivalente.</w:t>
            </w:r>
          </w:p>
        </w:tc>
      </w:tr>
      <w:tr w:rsidR="00F47BC8" w14:paraId="3AEF7385" w14:textId="77777777" w:rsidTr="00FD02BC">
        <w:tc>
          <w:tcPr>
            <w:tcW w:w="1311" w:type="dxa"/>
          </w:tcPr>
          <w:p w14:paraId="2A1FA509" w14:textId="6CA12CBE" w:rsidR="00F47BC8" w:rsidRDefault="00F47BC8" w:rsidP="00F47BC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01300014</w:t>
            </w:r>
          </w:p>
        </w:tc>
        <w:tc>
          <w:tcPr>
            <w:tcW w:w="2086" w:type="dxa"/>
          </w:tcPr>
          <w:p w14:paraId="1B0B0C5C" w14:textId="274925C2" w:rsidR="00F47BC8" w:rsidRPr="00943AFA" w:rsidRDefault="00F47BC8" w:rsidP="00F47BC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Kit estensione per collettori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S </w:t>
            </w:r>
            <w:r>
              <w:rPr>
                <w:rFonts w:ascii="Poppins" w:hAnsi="Poppins" w:cs="Poppins"/>
                <w:bCs/>
                <w:sz w:val="20"/>
              </w:rPr>
              <w:t>3</w:t>
            </w:r>
            <w:r>
              <w:rPr>
                <w:rFonts w:ascii="Poppins" w:hAnsi="Poppins" w:cs="Poppins"/>
                <w:bCs/>
                <w:sz w:val="20"/>
              </w:rPr>
              <w:t xml:space="preserve"> vie 24x19</w:t>
            </w:r>
          </w:p>
        </w:tc>
        <w:tc>
          <w:tcPr>
            <w:tcW w:w="6101" w:type="dxa"/>
          </w:tcPr>
          <w:p w14:paraId="28986B23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estensione per collettori in acciaio </w:t>
            </w:r>
            <w:proofErr w:type="spellStart"/>
            <w:r>
              <w:rPr>
                <w:rFonts w:ascii="Poppins" w:hAnsi="Poppins" w:cs="Poppins"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S.</w:t>
            </w:r>
          </w:p>
          <w:p w14:paraId="7A52F920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Completo di 2 nippli girevoli 1” M-M.</w:t>
            </w:r>
          </w:p>
          <w:p w14:paraId="5C2C318A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757126" w14:textId="1A2BBF10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Modello: </w:t>
            </w:r>
            <w:r>
              <w:rPr>
                <w:rFonts w:ascii="Poppins" w:hAnsi="Poppins" w:cs="Poppins"/>
                <w:sz w:val="20"/>
              </w:rPr>
              <w:t>3</w:t>
            </w:r>
            <w:r>
              <w:rPr>
                <w:rFonts w:ascii="Poppins" w:hAnsi="Poppins" w:cs="Poppins"/>
                <w:sz w:val="20"/>
              </w:rPr>
              <w:t xml:space="preserve"> vie, 24x19</w:t>
            </w:r>
          </w:p>
          <w:p w14:paraId="02827582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E5E0D8" w14:textId="6A13AD57" w:rsidR="00F47BC8" w:rsidRPr="00A26A80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Marca Emmeti – Modello Kit estensione per collettori </w:t>
            </w:r>
            <w:proofErr w:type="spellStart"/>
            <w:r w:rsidRPr="00F47BC8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 S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 vie 24x19 o equivalente.</w:t>
            </w:r>
          </w:p>
        </w:tc>
      </w:tr>
      <w:tr w:rsidR="00F47BC8" w14:paraId="027B17FC" w14:textId="77777777" w:rsidTr="00FD02BC">
        <w:tc>
          <w:tcPr>
            <w:tcW w:w="1311" w:type="dxa"/>
          </w:tcPr>
          <w:p w14:paraId="1F9745CD" w14:textId="38405962" w:rsidR="00F47BC8" w:rsidRDefault="00F47BC8" w:rsidP="00F47BC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01300016</w:t>
            </w:r>
          </w:p>
        </w:tc>
        <w:tc>
          <w:tcPr>
            <w:tcW w:w="2086" w:type="dxa"/>
          </w:tcPr>
          <w:p w14:paraId="095D7C0E" w14:textId="3198A5F3" w:rsidR="00F47BC8" w:rsidRPr="00943AFA" w:rsidRDefault="00F47BC8" w:rsidP="00F47BC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Kit estensione per collettori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S 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  <w:r>
              <w:rPr>
                <w:rFonts w:ascii="Poppins" w:hAnsi="Poppins" w:cs="Poppins"/>
                <w:bCs/>
                <w:sz w:val="20"/>
              </w:rPr>
              <w:t xml:space="preserve"> vie 24x19</w:t>
            </w:r>
          </w:p>
        </w:tc>
        <w:tc>
          <w:tcPr>
            <w:tcW w:w="6101" w:type="dxa"/>
          </w:tcPr>
          <w:p w14:paraId="4E2B38B5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estensione per collettori in acciaio </w:t>
            </w:r>
            <w:proofErr w:type="spellStart"/>
            <w:r>
              <w:rPr>
                <w:rFonts w:ascii="Poppins" w:hAnsi="Poppins" w:cs="Poppins"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S.</w:t>
            </w:r>
          </w:p>
          <w:p w14:paraId="6B2B46BA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Completo di 2 nippli girevoli 1” M-M.</w:t>
            </w:r>
          </w:p>
          <w:p w14:paraId="764538A4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89ADB25" w14:textId="5C4023D3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Modello: </w:t>
            </w:r>
            <w:r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 xml:space="preserve"> vie, 24x19</w:t>
            </w:r>
          </w:p>
          <w:p w14:paraId="47D6061D" w14:textId="77777777" w:rsidR="00F47BC8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26CC980" w14:textId="405B91D5" w:rsidR="00F47BC8" w:rsidRPr="00A26A80" w:rsidRDefault="00F47BC8" w:rsidP="00F47BC8">
            <w:pPr>
              <w:jc w:val="both"/>
              <w:rPr>
                <w:rFonts w:ascii="Poppins" w:hAnsi="Poppins" w:cs="Poppins"/>
                <w:sz w:val="20"/>
              </w:rPr>
            </w:pPr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Marca Emmeti – Modello Kit estensione per collettori </w:t>
            </w:r>
            <w:proofErr w:type="spellStart"/>
            <w:r w:rsidRPr="00F47BC8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 S 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F47BC8">
              <w:rPr>
                <w:rFonts w:ascii="Poppins" w:hAnsi="Poppins" w:cs="Poppins"/>
                <w:b/>
                <w:bCs/>
                <w:sz w:val="20"/>
              </w:rPr>
              <w:t xml:space="preserve"> vie 24x19 o equivalente.</w:t>
            </w:r>
          </w:p>
        </w:tc>
      </w:tr>
      <w:tr w:rsidR="005E0CB5" w14:paraId="6F36D735" w14:textId="77777777" w:rsidTr="00FD02BC">
        <w:tc>
          <w:tcPr>
            <w:tcW w:w="1311" w:type="dxa"/>
          </w:tcPr>
          <w:p w14:paraId="63586C7B" w14:textId="1A40689B" w:rsidR="005E0CB5" w:rsidRDefault="005E0CB5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</w:t>
            </w:r>
            <w:r w:rsidR="00D82D85">
              <w:rPr>
                <w:rFonts w:ascii="Poppins" w:hAnsi="Poppins" w:cs="Poppins"/>
                <w:bCs/>
                <w:sz w:val="20"/>
              </w:rPr>
              <w:t>0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086" w:type="dxa"/>
          </w:tcPr>
          <w:p w14:paraId="5246851F" w14:textId="01623032" w:rsidR="005E0CB5" w:rsidRPr="00943AFA" w:rsidRDefault="00D82D85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Kit via aggiuntiva per collettori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1B0911">
              <w:rPr>
                <w:rFonts w:ascii="Poppins" w:hAnsi="Poppins" w:cs="Poppins"/>
                <w:bCs/>
                <w:sz w:val="20"/>
              </w:rPr>
              <w:t xml:space="preserve"> 1 via 24x19</w:t>
            </w:r>
          </w:p>
        </w:tc>
        <w:tc>
          <w:tcPr>
            <w:tcW w:w="6101" w:type="dxa"/>
          </w:tcPr>
          <w:p w14:paraId="369F767A" w14:textId="77777777" w:rsidR="005E0CB5" w:rsidRDefault="001B0911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Kit via aggiuntiva per collettori </w:t>
            </w:r>
            <w:proofErr w:type="spellStart"/>
            <w:r>
              <w:rPr>
                <w:rFonts w:ascii="Poppins" w:hAnsi="Poppins" w:cs="Poppins"/>
                <w:sz w:val="20"/>
              </w:rPr>
              <w:t>Topway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S 1”.</w:t>
            </w:r>
          </w:p>
          <w:p w14:paraId="456EAAE0" w14:textId="635C17D5" w:rsidR="001B0911" w:rsidRDefault="001B0911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Comprende 2 raccordi a Tee per installare </w:t>
            </w:r>
            <w:r w:rsidR="00EB26DF">
              <w:rPr>
                <w:rFonts w:ascii="Poppins" w:hAnsi="Poppins" w:cs="Poppins"/>
                <w:sz w:val="20"/>
              </w:rPr>
              <w:t xml:space="preserve">le </w:t>
            </w:r>
            <w:r>
              <w:rPr>
                <w:rFonts w:ascii="Poppins" w:hAnsi="Poppins" w:cs="Poppins"/>
                <w:sz w:val="20"/>
              </w:rPr>
              <w:t>2 valvole di sfiato aria e</w:t>
            </w:r>
            <w:r w:rsidR="00EB26DF">
              <w:rPr>
                <w:rFonts w:ascii="Poppins" w:hAnsi="Poppins" w:cs="Poppins"/>
                <w:sz w:val="20"/>
              </w:rPr>
              <w:t xml:space="preserve"> i </w:t>
            </w:r>
            <w:r>
              <w:rPr>
                <w:rFonts w:ascii="Poppins" w:hAnsi="Poppins" w:cs="Poppins"/>
                <w:sz w:val="20"/>
              </w:rPr>
              <w:t>2 rubinetti forniti di serie con il collettore</w:t>
            </w:r>
            <w:r w:rsidR="00EB26DF">
              <w:rPr>
                <w:rFonts w:ascii="Poppins" w:hAnsi="Poppins" w:cs="Poppins"/>
                <w:sz w:val="20"/>
              </w:rPr>
              <w:t>. Utilizzare il misuratore di portata e la valvola sulla via del collettore rimasta libera.</w:t>
            </w:r>
          </w:p>
          <w:p w14:paraId="18BB3368" w14:textId="77777777" w:rsidR="00EB26DF" w:rsidRDefault="00EB26D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F2AF12" w14:textId="77777777" w:rsidR="00EB26DF" w:rsidRDefault="00EB26DF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Modello: 1 via, 24x19</w:t>
            </w:r>
          </w:p>
          <w:p w14:paraId="3CF498A4" w14:textId="77777777" w:rsidR="00EB26DF" w:rsidRDefault="00EB26D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6DD950" w14:textId="01AF8C80" w:rsidR="00EB26DF" w:rsidRPr="00EB26DF" w:rsidRDefault="00EB26DF" w:rsidP="0080754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B26DF">
              <w:rPr>
                <w:rFonts w:ascii="Poppins" w:hAnsi="Poppins" w:cs="Poppins"/>
                <w:b/>
                <w:bCs/>
                <w:sz w:val="20"/>
              </w:rPr>
              <w:t xml:space="preserve">Marca Emmeti – Modello Kit via aggiuntiva per collettori </w:t>
            </w:r>
            <w:proofErr w:type="spellStart"/>
            <w:r w:rsidRPr="00EB26D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EB26DF">
              <w:rPr>
                <w:rFonts w:ascii="Poppins" w:hAnsi="Poppins" w:cs="Poppins"/>
                <w:b/>
                <w:bCs/>
                <w:sz w:val="20"/>
              </w:rPr>
              <w:t xml:space="preserve"> S 1 via 24x19 o equivalente.</w:t>
            </w:r>
          </w:p>
        </w:tc>
      </w:tr>
      <w:tr w:rsidR="0080754F" w14:paraId="1BD23C03" w14:textId="77777777" w:rsidTr="00FD02BC">
        <w:tc>
          <w:tcPr>
            <w:tcW w:w="1311" w:type="dxa"/>
          </w:tcPr>
          <w:p w14:paraId="67658A58" w14:textId="12D9F960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01300000</w:t>
            </w:r>
          </w:p>
        </w:tc>
        <w:tc>
          <w:tcPr>
            <w:tcW w:w="2086" w:type="dxa"/>
          </w:tcPr>
          <w:p w14:paraId="3D79456F" w14:textId="2645A59C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Raccordo sdoppiatore per collettori 24x19</w:t>
            </w:r>
          </w:p>
        </w:tc>
        <w:tc>
          <w:tcPr>
            <w:tcW w:w="6101" w:type="dxa"/>
          </w:tcPr>
          <w:p w14:paraId="4599A64D" w14:textId="45F5D574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Raccordo sdoppiatore per collettori con derivazione 24x19</w:t>
            </w:r>
            <w:r w:rsidR="003B756E">
              <w:rPr>
                <w:rFonts w:ascii="Poppins" w:hAnsi="Poppins" w:cs="Poppins"/>
                <w:sz w:val="20"/>
              </w:rPr>
              <w:t>.</w:t>
            </w:r>
          </w:p>
          <w:p w14:paraId="7A70E9FE" w14:textId="77777777" w:rsidR="003B756E" w:rsidRDefault="003B756E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FDB41D" w14:textId="63290004" w:rsidR="003B756E" w:rsidRPr="005E3C1E" w:rsidRDefault="003B756E" w:rsidP="0080754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E3C1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1A85A78" w14:textId="3AC0581A" w:rsidR="003B756E" w:rsidRDefault="003B756E" w:rsidP="003B756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Interasse: 50 mm</w:t>
            </w:r>
          </w:p>
          <w:p w14:paraId="49A6F338" w14:textId="77777777" w:rsidR="003B756E" w:rsidRDefault="0080754F" w:rsidP="008F7A21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t>Interasse derivazioni sdoppiatore: 36 mm</w:t>
            </w:r>
          </w:p>
          <w:p w14:paraId="5F6AE520" w14:textId="7A8133A3" w:rsidR="0080754F" w:rsidRPr="003B756E" w:rsidRDefault="0080754F" w:rsidP="008F7A21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t>Filettatura: UNI EN ISO 228-1</w:t>
            </w:r>
          </w:p>
          <w:p w14:paraId="0072D0F9" w14:textId="77777777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06989A4" w14:textId="0781AE53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Marca Emmeti – Modello </w:t>
            </w:r>
            <w:r w:rsidRPr="00EA4DAF">
              <w:rPr>
                <w:rFonts w:ascii="Poppins" w:hAnsi="Poppins" w:cs="Poppins"/>
                <w:b/>
                <w:bCs/>
                <w:sz w:val="20"/>
              </w:rPr>
              <w:t>Raccordo sdoppiatore per collettori 24x19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26A80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0754F" w14:paraId="58DBB1DA" w14:textId="77777777" w:rsidTr="00FD02BC">
        <w:tc>
          <w:tcPr>
            <w:tcW w:w="1311" w:type="dxa"/>
          </w:tcPr>
          <w:p w14:paraId="50E42839" w14:textId="10D585A6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28130606</w:t>
            </w:r>
          </w:p>
        </w:tc>
        <w:tc>
          <w:tcPr>
            <w:tcW w:w="2086" w:type="dxa"/>
          </w:tcPr>
          <w:p w14:paraId="5BE801C0" w14:textId="0400FC35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Raccordo sdoppiatore per collettori 3/4"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</w:p>
        </w:tc>
        <w:tc>
          <w:tcPr>
            <w:tcW w:w="6101" w:type="dxa"/>
          </w:tcPr>
          <w:p w14:paraId="568DDC95" w14:textId="715436DC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Raccordo sdoppiatore per collettori con derivazione </w:t>
            </w:r>
            <w:r>
              <w:rPr>
                <w:rFonts w:ascii="Poppins" w:hAnsi="Poppins" w:cs="Poppins"/>
                <w:bCs/>
                <w:sz w:val="20"/>
              </w:rPr>
              <w:t xml:space="preserve">3/4"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="00EB3CF5">
              <w:rPr>
                <w:rFonts w:ascii="Poppins" w:hAnsi="Poppins" w:cs="Poppins"/>
                <w:bCs/>
                <w:sz w:val="20"/>
              </w:rPr>
              <w:t>.</w:t>
            </w:r>
          </w:p>
          <w:p w14:paraId="3D8434D0" w14:textId="77777777" w:rsidR="0080754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1CF97B" w14:textId="77777777" w:rsidR="00EB3CF5" w:rsidRPr="005E3C1E" w:rsidRDefault="00EB3CF5" w:rsidP="00EB3CF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E3C1E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69BA4A5" w14:textId="77777777" w:rsidR="00EB3CF5" w:rsidRDefault="00EB3CF5" w:rsidP="00EB3CF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Interasse: 50 mm</w:t>
            </w:r>
          </w:p>
          <w:p w14:paraId="7C083A49" w14:textId="77777777" w:rsidR="00EB3CF5" w:rsidRDefault="00EB3CF5" w:rsidP="00EB3CF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lastRenderedPageBreak/>
              <w:t>Interasse derivazioni sdoppiatore: 36 mm</w:t>
            </w:r>
          </w:p>
          <w:p w14:paraId="62B0F562" w14:textId="77777777" w:rsidR="00EB3CF5" w:rsidRPr="003B756E" w:rsidRDefault="00EB3CF5" w:rsidP="00EB3CF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3B756E">
              <w:rPr>
                <w:rFonts w:ascii="Poppins" w:hAnsi="Poppins" w:cs="Poppins"/>
              </w:rPr>
              <w:t>Filettatura: UNI EN ISO 228-1</w:t>
            </w:r>
          </w:p>
          <w:p w14:paraId="759B990C" w14:textId="77777777" w:rsidR="00EB3CF5" w:rsidRDefault="00EB3CF5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9803EE" w14:textId="1222B6CA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A26A80"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Marca Emmeti – Modello </w:t>
            </w:r>
            <w:r w:rsidRPr="00EA4DAF">
              <w:rPr>
                <w:rFonts w:ascii="Poppins" w:hAnsi="Poppins" w:cs="Poppins"/>
                <w:b/>
                <w:bCs/>
                <w:sz w:val="20"/>
              </w:rPr>
              <w:t xml:space="preserve">Raccordo sdoppiatore per collettori 3/4" </w:t>
            </w:r>
            <w:proofErr w:type="spellStart"/>
            <w:r w:rsidRPr="00EA4DAF"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A26A80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80754F" w14:paraId="56D06C31" w14:textId="77777777" w:rsidTr="00FD02BC">
        <w:tc>
          <w:tcPr>
            <w:tcW w:w="1311" w:type="dxa"/>
          </w:tcPr>
          <w:p w14:paraId="161FFEC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01306810</w:t>
            </w:r>
          </w:p>
        </w:tc>
        <w:tc>
          <w:tcPr>
            <w:tcW w:w="2086" w:type="dxa"/>
          </w:tcPr>
          <w:p w14:paraId="647D8B5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detentori con misuratori di portata</w:t>
            </w:r>
          </w:p>
        </w:tc>
        <w:tc>
          <w:tcPr>
            <w:tcW w:w="6101" w:type="dxa"/>
          </w:tcPr>
          <w:p w14:paraId="3F570575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detentore con misuratore di portata incorporato 0÷4 l/min.</w:t>
            </w:r>
          </w:p>
          <w:p w14:paraId="08794195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ED5B012" w14:textId="11175DBC" w:rsidR="0080754F" w:rsidRPr="00C639E5" w:rsidRDefault="0080754F" w:rsidP="0080754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detentori con misuratori di portata o equivalente.</w:t>
            </w:r>
          </w:p>
        </w:tc>
      </w:tr>
      <w:tr w:rsidR="0080754F" w14:paraId="1C20DC5C" w14:textId="77777777" w:rsidTr="00FD02BC">
        <w:tc>
          <w:tcPr>
            <w:tcW w:w="1311" w:type="dxa"/>
          </w:tcPr>
          <w:p w14:paraId="14D382D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01306812</w:t>
            </w:r>
          </w:p>
        </w:tc>
        <w:tc>
          <w:tcPr>
            <w:tcW w:w="2086" w:type="dxa"/>
          </w:tcPr>
          <w:p w14:paraId="114F79A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Sede per detentore e misuratore per collettori 1” – 24x19</w:t>
            </w:r>
          </w:p>
        </w:tc>
        <w:tc>
          <w:tcPr>
            <w:tcW w:w="6101" w:type="dxa"/>
          </w:tcPr>
          <w:p w14:paraId="30FAC5B3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Sede per detentore e misuratore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 – 24x19.</w:t>
            </w:r>
          </w:p>
          <w:p w14:paraId="1F7F2930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5BE303" w14:textId="77777777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Sede per detentore e misuratore per collettori 1” – 24x19 o equivalente.</w:t>
            </w:r>
          </w:p>
        </w:tc>
      </w:tr>
      <w:tr w:rsidR="0080754F" w14:paraId="01B07FD4" w14:textId="77777777" w:rsidTr="00FD02BC">
        <w:tc>
          <w:tcPr>
            <w:tcW w:w="1311" w:type="dxa"/>
          </w:tcPr>
          <w:p w14:paraId="33B2690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01306814</w:t>
            </w:r>
          </w:p>
        </w:tc>
        <w:tc>
          <w:tcPr>
            <w:tcW w:w="2086" w:type="dxa"/>
          </w:tcPr>
          <w:p w14:paraId="5E74D0F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Sede per detentore e misuratore per collettori 1” – 3/4"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</w:p>
        </w:tc>
        <w:tc>
          <w:tcPr>
            <w:tcW w:w="6101" w:type="dxa"/>
          </w:tcPr>
          <w:p w14:paraId="42818B3E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Sede per detentore e misuratore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 – 3/4"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>.</w:t>
            </w:r>
          </w:p>
          <w:p w14:paraId="7EC7987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322B35" w14:textId="77777777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Sede per detentore e misuratore per collettori 1” – 3/4"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Eurocono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0754F" w14:paraId="3B080965" w14:textId="77777777" w:rsidTr="00FD02BC">
        <w:tc>
          <w:tcPr>
            <w:tcW w:w="1311" w:type="dxa"/>
          </w:tcPr>
          <w:p w14:paraId="6B2486E2" w14:textId="3E7059A8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00400</w:t>
            </w:r>
            <w:r>
              <w:rPr>
                <w:rFonts w:ascii="Poppins" w:hAnsi="Poppins" w:cs="Poppins"/>
                <w:bCs/>
                <w:sz w:val="20"/>
              </w:rPr>
              <w:t>0</w:t>
            </w:r>
            <w:r w:rsidRPr="00066BEF">
              <w:rPr>
                <w:rFonts w:ascii="Poppins" w:hAnsi="Poppins" w:cs="Poppins"/>
                <w:bCs/>
                <w:sz w:val="20"/>
              </w:rPr>
              <w:t>20</w:t>
            </w:r>
          </w:p>
        </w:tc>
        <w:tc>
          <w:tcPr>
            <w:tcW w:w="2086" w:type="dxa"/>
          </w:tcPr>
          <w:p w14:paraId="73578602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Tecno-Varia valvola di sfiato aria</w:t>
            </w:r>
          </w:p>
        </w:tc>
        <w:tc>
          <w:tcPr>
            <w:tcW w:w="6101" w:type="dxa"/>
          </w:tcPr>
          <w:p w14:paraId="7FBCFFDF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Tecno-Varia valvola di sfiato aria con coperchio in plastica da 1/2".</w:t>
            </w:r>
          </w:p>
          <w:p w14:paraId="10B105AD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337478" w14:textId="77777777" w:rsidR="0080754F" w:rsidRPr="00C639E5" w:rsidRDefault="0080754F" w:rsidP="0080754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Tecno-Varia valvola di sfiato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ariao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equivalente.</w:t>
            </w:r>
          </w:p>
        </w:tc>
      </w:tr>
      <w:tr w:rsidR="0080754F" w14:paraId="5D3374FC" w14:textId="77777777" w:rsidTr="00FD02BC">
        <w:tc>
          <w:tcPr>
            <w:tcW w:w="1311" w:type="dxa"/>
          </w:tcPr>
          <w:p w14:paraId="3E5D2D73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01306824</w:t>
            </w:r>
          </w:p>
        </w:tc>
        <w:tc>
          <w:tcPr>
            <w:tcW w:w="2086" w:type="dxa"/>
          </w:tcPr>
          <w:p w14:paraId="17A572BD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Valvola di carico e scarico da 1/2"</w:t>
            </w:r>
          </w:p>
        </w:tc>
        <w:tc>
          <w:tcPr>
            <w:tcW w:w="6101" w:type="dxa"/>
          </w:tcPr>
          <w:p w14:paraId="412F8DF5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Valvola di carico e scarico nichelata da 1/2" con attacco maschio 3/4" orientabile.</w:t>
            </w:r>
          </w:p>
          <w:p w14:paraId="5865CCEA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730FD6" w14:textId="77777777" w:rsidR="0080754F" w:rsidRPr="00C639E5" w:rsidRDefault="0080754F" w:rsidP="0080754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Valvola di carico e scarico da 1/2"o equivalente.</w:t>
            </w:r>
          </w:p>
        </w:tc>
      </w:tr>
      <w:tr w:rsidR="0080754F" w14:paraId="3CB965F3" w14:textId="77777777" w:rsidTr="00FD02BC">
        <w:tc>
          <w:tcPr>
            <w:tcW w:w="1311" w:type="dxa"/>
          </w:tcPr>
          <w:p w14:paraId="7F7D96B3" w14:textId="03C526D6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01300002</w:t>
            </w:r>
          </w:p>
        </w:tc>
        <w:tc>
          <w:tcPr>
            <w:tcW w:w="2086" w:type="dxa"/>
          </w:tcPr>
          <w:p w14:paraId="100B5A39" w14:textId="4AE3E005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Valvola di carico e scarico da 1"</w:t>
            </w:r>
          </w:p>
        </w:tc>
        <w:tc>
          <w:tcPr>
            <w:tcW w:w="6101" w:type="dxa"/>
          </w:tcPr>
          <w:p w14:paraId="03938498" w14:textId="7801505D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Valvola di carico e scarico nichelata da 1</w:t>
            </w:r>
            <w:r>
              <w:rPr>
                <w:rFonts w:ascii="Poppins" w:hAnsi="Poppins" w:cs="Poppins"/>
                <w:sz w:val="20"/>
              </w:rPr>
              <w:t>”</w:t>
            </w:r>
            <w:r w:rsidRPr="00066BEF">
              <w:rPr>
                <w:rFonts w:ascii="Poppins" w:hAnsi="Poppins" w:cs="Poppins"/>
                <w:sz w:val="20"/>
              </w:rPr>
              <w:t xml:space="preserve"> con attacco maschio 3/4" orientabile.</w:t>
            </w:r>
          </w:p>
          <w:p w14:paraId="4D527CA1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9106AA" w14:textId="14D94283" w:rsidR="0080754F" w:rsidRPr="00066BEF" w:rsidRDefault="0080754F" w:rsidP="0080754F">
            <w:pPr>
              <w:jc w:val="both"/>
              <w:rPr>
                <w:rFonts w:ascii="Poppins" w:hAnsi="Poppins" w:cs="Poppins"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Valvola di carico e scarico da 1"o equivalente.</w:t>
            </w:r>
          </w:p>
        </w:tc>
      </w:tr>
      <w:tr w:rsidR="0080754F" w14:paraId="20221567" w14:textId="77777777" w:rsidTr="00FD02BC">
        <w:tc>
          <w:tcPr>
            <w:tcW w:w="1311" w:type="dxa"/>
          </w:tcPr>
          <w:p w14:paraId="5BAC1BA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01306158</w:t>
            </w:r>
          </w:p>
        </w:tc>
        <w:tc>
          <w:tcPr>
            <w:tcW w:w="2086" w:type="dxa"/>
          </w:tcPr>
          <w:p w14:paraId="41A1CEF6" w14:textId="77777777" w:rsidR="003430C6" w:rsidRPr="003430C6" w:rsidRDefault="003430C6" w:rsidP="003430C6">
            <w:pPr>
              <w:pStyle w:val="Intestazione"/>
              <w:jc w:val="center"/>
              <w:rPr>
                <w:rFonts w:ascii="Poppins" w:hAnsi="Poppins" w:cs="Poppins"/>
                <w:bCs/>
                <w:sz w:val="20"/>
              </w:rPr>
            </w:pPr>
            <w:r w:rsidRPr="003430C6">
              <w:rPr>
                <w:rFonts w:ascii="Poppins" w:hAnsi="Poppins" w:cs="Poppins"/>
                <w:bCs/>
                <w:sz w:val="20"/>
              </w:rPr>
              <w:t>Coppia di T terminale con valvola di sfiato manuale e rubinetto</w:t>
            </w:r>
          </w:p>
          <w:p w14:paraId="74AE1003" w14:textId="778D78F9" w:rsidR="0080754F" w:rsidRPr="00066BEF" w:rsidRDefault="003430C6" w:rsidP="003430C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430C6">
              <w:rPr>
                <w:rFonts w:ascii="Poppins" w:hAnsi="Poppins" w:cs="Poppins"/>
                <w:bCs/>
                <w:sz w:val="20"/>
              </w:rPr>
              <w:t>orientabile</w:t>
            </w:r>
          </w:p>
        </w:tc>
        <w:tc>
          <w:tcPr>
            <w:tcW w:w="6101" w:type="dxa"/>
          </w:tcPr>
          <w:p w14:paraId="1BBE7A3D" w14:textId="77777777" w:rsidR="00246C68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Coppia di T terminale con valvola di sfiato manuale e rubinetto orientabile</w:t>
            </w:r>
            <w:r w:rsidR="00246C68">
              <w:rPr>
                <w:rFonts w:ascii="Poppins" w:hAnsi="Poppins" w:cs="Poppins"/>
                <w:sz w:val="20"/>
              </w:rPr>
              <w:t>.</w:t>
            </w:r>
          </w:p>
          <w:p w14:paraId="11F7D16C" w14:textId="77777777" w:rsidR="00246C68" w:rsidRDefault="00246C68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A38B99" w14:textId="77777777" w:rsidR="00246C68" w:rsidRDefault="00246C68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</w:t>
            </w:r>
            <w:r w:rsidR="0080754F" w:rsidRPr="00066BEF">
              <w:rPr>
                <w:rFonts w:ascii="Poppins" w:hAnsi="Poppins" w:cs="Poppins"/>
                <w:sz w:val="20"/>
              </w:rPr>
              <w:t>ompleto di</w:t>
            </w:r>
            <w:r>
              <w:rPr>
                <w:rFonts w:ascii="Poppins" w:hAnsi="Poppins" w:cs="Poppins"/>
                <w:sz w:val="20"/>
              </w:rPr>
              <w:t>:</w:t>
            </w:r>
          </w:p>
          <w:p w14:paraId="571A4443" w14:textId="77777777" w:rsidR="00246C68" w:rsidRDefault="00246C68" w:rsidP="00246C68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V</w:t>
            </w:r>
            <w:r w:rsidR="0080754F" w:rsidRPr="00066BEF">
              <w:rPr>
                <w:rFonts w:ascii="Poppins" w:hAnsi="Poppins" w:cs="Poppins"/>
                <w:sz w:val="20"/>
              </w:rPr>
              <w:t>alvola di sfiato aria manuale da 1/2"</w:t>
            </w:r>
          </w:p>
          <w:p w14:paraId="0A46D0F5" w14:textId="77777777" w:rsidR="00246C68" w:rsidRDefault="00246C68" w:rsidP="00246C68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R</w:t>
            </w:r>
            <w:r w:rsidR="0080754F" w:rsidRPr="00066BEF">
              <w:rPr>
                <w:rFonts w:ascii="Poppins" w:hAnsi="Poppins" w:cs="Poppins"/>
                <w:sz w:val="20"/>
              </w:rPr>
              <w:t>ubinetto di carico/scarico acqua da 1/2" con attacco orientabile da 3/4"</w:t>
            </w:r>
          </w:p>
          <w:p w14:paraId="54A93953" w14:textId="5C05F2E6" w:rsidR="0080754F" w:rsidRPr="00066BEF" w:rsidRDefault="0080754F" w:rsidP="00246C68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O-Ring</w:t>
            </w:r>
          </w:p>
          <w:p w14:paraId="7B09174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6CE7E0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Misura: 1”</w:t>
            </w:r>
          </w:p>
          <w:p w14:paraId="5AC64D0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485E801" w14:textId="788962D3" w:rsidR="0080754F" w:rsidRPr="00C639E5" w:rsidRDefault="0080754F" w:rsidP="003430C6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</w:t>
            </w:r>
            <w:r w:rsidR="003430C6" w:rsidRPr="003430C6">
              <w:rPr>
                <w:rFonts w:ascii="Poppins" w:hAnsi="Poppins" w:cs="Poppins"/>
                <w:b/>
                <w:sz w:val="20"/>
              </w:rPr>
              <w:t>Coppia di T terminale con valvola di sfiato manuale e rubinetto</w:t>
            </w:r>
            <w:r w:rsidR="003430C6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3430C6" w:rsidRPr="003430C6">
              <w:rPr>
                <w:rFonts w:ascii="Poppins" w:hAnsi="Poppins" w:cs="Poppins"/>
                <w:b/>
                <w:sz w:val="20"/>
              </w:rPr>
              <w:t xml:space="preserve">orientabile </w:t>
            </w:r>
            <w:r w:rsidRPr="00C639E5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754F" w14:paraId="47C2E1D2" w14:textId="77777777" w:rsidTr="00FD02BC">
        <w:tc>
          <w:tcPr>
            <w:tcW w:w="1311" w:type="dxa"/>
          </w:tcPr>
          <w:p w14:paraId="5731211B" w14:textId="52C544EC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01306816</w:t>
            </w:r>
          </w:p>
        </w:tc>
        <w:tc>
          <w:tcPr>
            <w:tcW w:w="2086" w:type="dxa"/>
          </w:tcPr>
          <w:p w14:paraId="12CFE4F9" w14:textId="74F1F71C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otturatore termostatico con derivazioni da 24x19</w:t>
            </w:r>
          </w:p>
        </w:tc>
        <w:tc>
          <w:tcPr>
            <w:tcW w:w="6101" w:type="dxa"/>
          </w:tcPr>
          <w:p w14:paraId="01A1E42A" w14:textId="1777C1A6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otturatore termostatico con derivazioni da 24x19 per collettor</w:t>
            </w:r>
            <w:r w:rsidR="00B90AA1">
              <w:rPr>
                <w:rFonts w:ascii="Poppins" w:hAnsi="Poppins" w:cs="Poppins"/>
                <w:bCs/>
                <w:sz w:val="20"/>
              </w:rPr>
              <w:t>e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3ABABD74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8FE7F8" w14:textId="2902ECB3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otturatore termostatico con derivazioni da 24x19 o equivalente.</w:t>
            </w:r>
          </w:p>
        </w:tc>
      </w:tr>
      <w:tr w:rsidR="0080754F" w14:paraId="4731F279" w14:textId="77777777" w:rsidTr="00FD02BC">
        <w:tc>
          <w:tcPr>
            <w:tcW w:w="1311" w:type="dxa"/>
          </w:tcPr>
          <w:p w14:paraId="778B847B" w14:textId="4338958D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01306818</w:t>
            </w:r>
          </w:p>
        </w:tc>
        <w:tc>
          <w:tcPr>
            <w:tcW w:w="2086" w:type="dxa"/>
          </w:tcPr>
          <w:p w14:paraId="3E665BB1" w14:textId="220DEF39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otturatore termostatico con derivazioni da </w:t>
            </w:r>
            <w:r>
              <w:rPr>
                <w:rFonts w:ascii="Poppins" w:hAnsi="Poppins" w:cs="Poppins"/>
                <w:bCs/>
                <w:sz w:val="20"/>
              </w:rPr>
              <w:t xml:space="preserve">3/4"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</w:p>
        </w:tc>
        <w:tc>
          <w:tcPr>
            <w:tcW w:w="6101" w:type="dxa"/>
          </w:tcPr>
          <w:p w14:paraId="728144A3" w14:textId="73A978D6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otturatore termostatico con derivazioni da </w:t>
            </w:r>
            <w:r>
              <w:rPr>
                <w:rFonts w:ascii="Poppins" w:hAnsi="Poppins" w:cs="Poppins"/>
                <w:bCs/>
                <w:sz w:val="20"/>
              </w:rPr>
              <w:t xml:space="preserve">3/4"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per collettore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da 1”.</w:t>
            </w:r>
          </w:p>
          <w:p w14:paraId="64330757" w14:textId="77777777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7D87CA0" w14:textId="2158E94D" w:rsidR="0080754F" w:rsidRPr="00066BEF" w:rsidRDefault="0080754F" w:rsidP="0080754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Kit otturatore termostatico con derivazioni da </w:t>
            </w:r>
            <w:r w:rsidRPr="00FD3461">
              <w:rPr>
                <w:rFonts w:ascii="Poppins" w:hAnsi="Poppins" w:cs="Poppins"/>
                <w:b/>
                <w:sz w:val="20"/>
              </w:rPr>
              <w:t xml:space="preserve">3/4" </w:t>
            </w:r>
            <w:proofErr w:type="spellStart"/>
            <w:r w:rsidRPr="00FD3461">
              <w:rPr>
                <w:rFonts w:ascii="Poppins" w:hAnsi="Poppins" w:cs="Poppins"/>
                <w:b/>
                <w:sz w:val="20"/>
              </w:rPr>
              <w:t>Eurocono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o equivalente.</w:t>
            </w:r>
          </w:p>
        </w:tc>
      </w:tr>
      <w:tr w:rsidR="0080754F" w14:paraId="21CA95B3" w14:textId="77777777" w:rsidTr="00FD02BC">
        <w:tc>
          <w:tcPr>
            <w:tcW w:w="1311" w:type="dxa"/>
          </w:tcPr>
          <w:p w14:paraId="569BDC3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90004930</w:t>
            </w:r>
          </w:p>
        </w:tc>
        <w:tc>
          <w:tcPr>
            <w:tcW w:w="2086" w:type="dxa"/>
          </w:tcPr>
          <w:p w14:paraId="345D2FD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1/2" M</w:t>
            </w:r>
          </w:p>
        </w:tc>
        <w:tc>
          <w:tcPr>
            <w:tcW w:w="6101" w:type="dxa"/>
          </w:tcPr>
          <w:p w14:paraId="7600DB23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7BA02BE7" w14:textId="77777777" w:rsidR="00B90AA1" w:rsidRPr="00066BEF" w:rsidRDefault="00B90AA1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E3C8F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1/2" M</w:t>
            </w:r>
          </w:p>
          <w:p w14:paraId="52A1CAA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3E84C79" w14:textId="76B7E61D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Tappo cieco nichelato 1/2" M o</w:t>
            </w:r>
            <w:r w:rsidR="00B90AA1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80754F" w14:paraId="07536289" w14:textId="77777777" w:rsidTr="00FD02BC">
        <w:tc>
          <w:tcPr>
            <w:tcW w:w="1311" w:type="dxa"/>
          </w:tcPr>
          <w:p w14:paraId="73DDC266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90004830</w:t>
            </w:r>
          </w:p>
        </w:tc>
        <w:tc>
          <w:tcPr>
            <w:tcW w:w="2086" w:type="dxa"/>
          </w:tcPr>
          <w:p w14:paraId="1D77C31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1" M</w:t>
            </w:r>
          </w:p>
        </w:tc>
        <w:tc>
          <w:tcPr>
            <w:tcW w:w="6101" w:type="dxa"/>
          </w:tcPr>
          <w:p w14:paraId="1684CCFC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2FC3ACB9" w14:textId="77777777" w:rsidR="00B90AA1" w:rsidRPr="00066BEF" w:rsidRDefault="00B90AA1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B8A1C8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1" M</w:t>
            </w:r>
          </w:p>
          <w:p w14:paraId="6923655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DF4E720" w14:textId="71259E09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Tappo cieco nichelato 1" M o</w:t>
            </w:r>
            <w:r w:rsidR="00DB57D5">
              <w:rPr>
                <w:rFonts w:ascii="Poppins" w:hAnsi="Poppins" w:cs="Poppins"/>
                <w:b/>
                <w:sz w:val="20"/>
              </w:rPr>
              <w:t xml:space="preserve"> e</w:t>
            </w:r>
            <w:r w:rsidRPr="00C639E5">
              <w:rPr>
                <w:rFonts w:ascii="Poppins" w:hAnsi="Poppins" w:cs="Poppins"/>
                <w:b/>
                <w:sz w:val="20"/>
              </w:rPr>
              <w:t>quivalente.</w:t>
            </w:r>
          </w:p>
        </w:tc>
      </w:tr>
      <w:tr w:rsidR="0080754F" w14:paraId="4B56AE4E" w14:textId="77777777" w:rsidTr="00FD02BC">
        <w:tc>
          <w:tcPr>
            <w:tcW w:w="1311" w:type="dxa"/>
          </w:tcPr>
          <w:p w14:paraId="24F7E62E" w14:textId="66A57FDC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0132146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086" w:type="dxa"/>
          </w:tcPr>
          <w:p w14:paraId="5546465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24x19 F</w:t>
            </w:r>
          </w:p>
        </w:tc>
        <w:tc>
          <w:tcPr>
            <w:tcW w:w="6101" w:type="dxa"/>
          </w:tcPr>
          <w:p w14:paraId="0404F9A2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Tappo cieco nichelato con o-ring.</w:t>
            </w:r>
          </w:p>
          <w:p w14:paraId="6939D8FC" w14:textId="77777777" w:rsidR="00B90AA1" w:rsidRPr="00066BEF" w:rsidRDefault="00B90AA1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DE96BA8" w14:textId="460C01A8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</w:t>
            </w:r>
            <w:r w:rsidR="00B90AA1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24x19</w:t>
            </w:r>
          </w:p>
          <w:p w14:paraId="0ED3E18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17FB52F" w14:textId="3BCAA5DC" w:rsidR="0080754F" w:rsidRPr="00EA0BE1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EA0BE1">
              <w:rPr>
                <w:rFonts w:ascii="Poppins" w:hAnsi="Poppins" w:cs="Poppins"/>
                <w:b/>
                <w:sz w:val="20"/>
              </w:rPr>
              <w:t>Marca Emmeti – Modello Tappo cieco nichelato 24x19 F M o equivalente.</w:t>
            </w:r>
          </w:p>
        </w:tc>
      </w:tr>
      <w:tr w:rsidR="0080754F" w14:paraId="6394C2DE" w14:textId="77777777" w:rsidTr="00FD02BC">
        <w:tc>
          <w:tcPr>
            <w:tcW w:w="1311" w:type="dxa"/>
          </w:tcPr>
          <w:p w14:paraId="5769C54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90005060</w:t>
            </w:r>
          </w:p>
        </w:tc>
        <w:tc>
          <w:tcPr>
            <w:tcW w:w="2086" w:type="dxa"/>
          </w:tcPr>
          <w:p w14:paraId="0FC1C73B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1804C9C6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1"M x 3/8” F</w:t>
            </w:r>
          </w:p>
        </w:tc>
        <w:tc>
          <w:tcPr>
            <w:tcW w:w="6101" w:type="dxa"/>
          </w:tcPr>
          <w:p w14:paraId="0ABD7245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5B1D6B8C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0D58388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3/4" M x 3/8” F</w:t>
            </w:r>
          </w:p>
          <w:p w14:paraId="3A23B04E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62F6726" w14:textId="7ED01F41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lastRenderedPageBreak/>
              <w:t>Marca Emmeti – Modello Riduzione nichelata 3/4"M x 3/8” F o equivalente.</w:t>
            </w:r>
          </w:p>
        </w:tc>
      </w:tr>
      <w:tr w:rsidR="0080754F" w14:paraId="3671D3E5" w14:textId="77777777" w:rsidTr="00FD02BC">
        <w:tc>
          <w:tcPr>
            <w:tcW w:w="1311" w:type="dxa"/>
          </w:tcPr>
          <w:p w14:paraId="5D04A2FA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90004850</w:t>
            </w:r>
          </w:p>
        </w:tc>
        <w:tc>
          <w:tcPr>
            <w:tcW w:w="2086" w:type="dxa"/>
          </w:tcPr>
          <w:p w14:paraId="15ED32FB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47C978B6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1"M x 1/2” F</w:t>
            </w:r>
          </w:p>
        </w:tc>
        <w:tc>
          <w:tcPr>
            <w:tcW w:w="6101" w:type="dxa"/>
          </w:tcPr>
          <w:p w14:paraId="1728BA6F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1CCC7E7A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084DF6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1" M x 3/8” F</w:t>
            </w:r>
          </w:p>
          <w:p w14:paraId="547B83A1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1759214" w14:textId="62382809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Riduzione nichelata 1"M x 3/8” F o</w:t>
            </w:r>
            <w:r w:rsidR="00DB57D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80754F" w14:paraId="2B022786" w14:textId="77777777" w:rsidTr="00FD02BC">
        <w:tc>
          <w:tcPr>
            <w:tcW w:w="1311" w:type="dxa"/>
          </w:tcPr>
          <w:p w14:paraId="47DACEB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90006870</w:t>
            </w:r>
          </w:p>
        </w:tc>
        <w:tc>
          <w:tcPr>
            <w:tcW w:w="2086" w:type="dxa"/>
          </w:tcPr>
          <w:p w14:paraId="3039D44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</w:t>
            </w:r>
          </w:p>
          <w:p w14:paraId="359129F8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1"M x 3/4” F</w:t>
            </w:r>
          </w:p>
        </w:tc>
        <w:tc>
          <w:tcPr>
            <w:tcW w:w="6101" w:type="dxa"/>
          </w:tcPr>
          <w:p w14:paraId="1D03CCD6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Riduzione nichelata con o-ring.</w:t>
            </w:r>
          </w:p>
          <w:p w14:paraId="26DD940B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D5FAF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3/4" M x 3/4” F</w:t>
            </w:r>
          </w:p>
          <w:p w14:paraId="6D0AC686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16F043B" w14:textId="5C26B2F3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Riduzione nichelata 3/4"M x 3/4” F o equivalente.</w:t>
            </w:r>
          </w:p>
        </w:tc>
      </w:tr>
      <w:tr w:rsidR="00985928" w14:paraId="4C900E1E" w14:textId="77777777" w:rsidTr="00FD02BC">
        <w:tc>
          <w:tcPr>
            <w:tcW w:w="1311" w:type="dxa"/>
          </w:tcPr>
          <w:p w14:paraId="0CB2FC3A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01306872</w:t>
            </w:r>
          </w:p>
        </w:tc>
        <w:tc>
          <w:tcPr>
            <w:tcW w:w="2086" w:type="dxa"/>
          </w:tcPr>
          <w:p w14:paraId="4982E78E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Nipplo nichelato </w:t>
            </w:r>
          </w:p>
          <w:p w14:paraId="3DFA0C0D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1” M x 1” M</w:t>
            </w:r>
          </w:p>
        </w:tc>
        <w:tc>
          <w:tcPr>
            <w:tcW w:w="6101" w:type="dxa"/>
          </w:tcPr>
          <w:p w14:paraId="21F7B884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Nipplo nichelato con tenuta O-ring.</w:t>
            </w:r>
          </w:p>
          <w:p w14:paraId="376E6B7B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1E2B1F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1” M x 1” M</w:t>
            </w:r>
          </w:p>
          <w:p w14:paraId="7A690B24" w14:textId="77777777" w:rsidR="00985928" w:rsidRPr="00066BEF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4103363" w14:textId="2ADD5DD7" w:rsidR="00985928" w:rsidRPr="00C639E5" w:rsidRDefault="00985928" w:rsidP="0098592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Nipplo nichelato 1” M x 1”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953728" w14:paraId="790E7E4A" w14:textId="77777777" w:rsidTr="00FD02BC">
        <w:tc>
          <w:tcPr>
            <w:tcW w:w="1311" w:type="dxa"/>
          </w:tcPr>
          <w:p w14:paraId="7B7E01C1" w14:textId="5EAEA585" w:rsidR="00953728" w:rsidRPr="00066BEF" w:rsidRDefault="00953728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01307426</w:t>
            </w:r>
          </w:p>
        </w:tc>
        <w:tc>
          <w:tcPr>
            <w:tcW w:w="2086" w:type="dxa"/>
          </w:tcPr>
          <w:p w14:paraId="5FE95B00" w14:textId="77777777" w:rsidR="00EB5986" w:rsidRDefault="00EB5986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B5986">
              <w:rPr>
                <w:rFonts w:ascii="Poppins" w:hAnsi="Poppins" w:cs="Poppins"/>
                <w:bCs/>
                <w:sz w:val="20"/>
              </w:rPr>
              <w:t>Nipplo girevole</w:t>
            </w:r>
          </w:p>
          <w:p w14:paraId="2C163D1B" w14:textId="02D5D216" w:rsidR="00953728" w:rsidRPr="00066BEF" w:rsidRDefault="00EB5986" w:rsidP="0098592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B5986">
              <w:rPr>
                <w:rFonts w:ascii="Poppins" w:hAnsi="Poppins" w:cs="Poppins"/>
                <w:bCs/>
                <w:sz w:val="20"/>
              </w:rPr>
              <w:t>1" M x 1" M</w:t>
            </w:r>
          </w:p>
        </w:tc>
        <w:tc>
          <w:tcPr>
            <w:tcW w:w="6101" w:type="dxa"/>
          </w:tcPr>
          <w:p w14:paraId="58D7CE16" w14:textId="77777777" w:rsidR="00843F59" w:rsidRDefault="00843F59" w:rsidP="00843F59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43F59">
              <w:rPr>
                <w:rFonts w:ascii="Poppins" w:hAnsi="Poppins" w:cs="Poppins"/>
                <w:bCs/>
                <w:sz w:val="20"/>
              </w:rPr>
              <w:t>Nipplo girevole con o-ring.</w:t>
            </w:r>
          </w:p>
          <w:p w14:paraId="13D16E26" w14:textId="3568C3F3" w:rsidR="00843F59" w:rsidRPr="00843F59" w:rsidRDefault="00843F59" w:rsidP="00843F59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 xml:space="preserve">La confezione comprende due O-Ring rossi </w:t>
            </w:r>
            <w:r w:rsidR="00715CB4">
              <w:rPr>
                <w:rFonts w:ascii="Poppins" w:hAnsi="Poppins" w:cs="Poppins"/>
                <w:bCs/>
                <w:sz w:val="20"/>
              </w:rPr>
              <w:t>da sostituire a quelli neri premontati per l’utilizzo con collettori in acciaio.</w:t>
            </w:r>
          </w:p>
          <w:p w14:paraId="6A09FDB4" w14:textId="77777777" w:rsidR="00843F59" w:rsidRPr="00843F59" w:rsidRDefault="00843F59" w:rsidP="00843F59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56C8D2" w14:textId="77777777" w:rsidR="00843F59" w:rsidRPr="00843F59" w:rsidRDefault="00843F59" w:rsidP="00843F59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843F59">
              <w:rPr>
                <w:rFonts w:ascii="Poppins" w:hAnsi="Poppins" w:cs="Poppins"/>
                <w:bCs/>
                <w:sz w:val="20"/>
              </w:rPr>
              <w:t>Misura: 1" M x 1" M</w:t>
            </w:r>
          </w:p>
          <w:p w14:paraId="4862DF61" w14:textId="77777777" w:rsidR="00843F59" w:rsidRPr="00843F59" w:rsidRDefault="00843F59" w:rsidP="00843F59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32EF2D" w14:textId="142063D5" w:rsidR="00953728" w:rsidRPr="00843F59" w:rsidRDefault="00843F59" w:rsidP="00843F5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3F59">
              <w:rPr>
                <w:rFonts w:ascii="Poppins" w:hAnsi="Poppins" w:cs="Poppins"/>
                <w:b/>
                <w:sz w:val="20"/>
              </w:rPr>
              <w:t>Marca Emmeti – Modello Nipplo girevole 1" M x 1" M o equivalente.</w:t>
            </w:r>
          </w:p>
        </w:tc>
      </w:tr>
      <w:tr w:rsidR="0080754F" w14:paraId="54BAC543" w14:textId="77777777" w:rsidTr="00FD02BC">
        <w:tc>
          <w:tcPr>
            <w:tcW w:w="1311" w:type="dxa"/>
          </w:tcPr>
          <w:p w14:paraId="4D7A74BB" w14:textId="2DAFC772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9000686</w:t>
            </w:r>
            <w:r w:rsidR="00D15634"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2086" w:type="dxa"/>
          </w:tcPr>
          <w:p w14:paraId="6DDD0FF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Termometro</w:t>
            </w:r>
          </w:p>
        </w:tc>
        <w:tc>
          <w:tcPr>
            <w:tcW w:w="6101" w:type="dxa"/>
          </w:tcPr>
          <w:p w14:paraId="54BB1F85" w14:textId="7163B30C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Termometro Ø 40</w:t>
            </w:r>
            <w:r w:rsidR="0049228D">
              <w:rPr>
                <w:rFonts w:ascii="Poppins" w:hAnsi="Poppins" w:cs="Poppins"/>
                <w:bCs/>
                <w:sz w:val="20"/>
              </w:rPr>
              <w:t>.</w:t>
            </w:r>
          </w:p>
          <w:p w14:paraId="46AF239A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B51D97" w14:textId="33710A2A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0 – 80°C</w:t>
            </w:r>
          </w:p>
          <w:p w14:paraId="243CEF6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0B89862" w14:textId="7818A2F9" w:rsidR="0080754F" w:rsidRPr="004E5669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4E5669">
              <w:rPr>
                <w:rFonts w:ascii="Poppins" w:hAnsi="Poppins" w:cs="Poppins"/>
                <w:b/>
                <w:sz w:val="20"/>
              </w:rPr>
              <w:t>Marca Emmeti – Modello Termometro o equivalente.</w:t>
            </w:r>
          </w:p>
        </w:tc>
      </w:tr>
      <w:tr w:rsidR="0080754F" w14:paraId="34935DC1" w14:textId="77777777" w:rsidTr="00FD02BC">
        <w:tc>
          <w:tcPr>
            <w:tcW w:w="1311" w:type="dxa"/>
          </w:tcPr>
          <w:p w14:paraId="1C2E7721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90011760</w:t>
            </w:r>
          </w:p>
        </w:tc>
        <w:tc>
          <w:tcPr>
            <w:tcW w:w="2086" w:type="dxa"/>
          </w:tcPr>
          <w:p w14:paraId="3D9CF40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Raccordo a T con porta termometro</w:t>
            </w:r>
          </w:p>
        </w:tc>
        <w:tc>
          <w:tcPr>
            <w:tcW w:w="6101" w:type="dxa"/>
          </w:tcPr>
          <w:p w14:paraId="494A4526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Raccordo a T con porta termometro.</w:t>
            </w:r>
          </w:p>
          <w:p w14:paraId="3E8EAF66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14B9AC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Misura: M-F 24x19</w:t>
            </w:r>
          </w:p>
          <w:p w14:paraId="0C7D5ADA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130429" w14:textId="130AF661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Raccordo a T con porta termometro o equivalente.</w:t>
            </w:r>
          </w:p>
        </w:tc>
      </w:tr>
      <w:tr w:rsidR="0080754F" w14:paraId="0B51381B" w14:textId="77777777" w:rsidTr="00FD02BC">
        <w:tc>
          <w:tcPr>
            <w:tcW w:w="1311" w:type="dxa"/>
          </w:tcPr>
          <w:p w14:paraId="14808C2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01306112</w:t>
            </w:r>
          </w:p>
        </w:tc>
        <w:tc>
          <w:tcPr>
            <w:tcW w:w="2086" w:type="dxa"/>
          </w:tcPr>
          <w:p w14:paraId="228E9D1A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Volantino per comando manuale</w:t>
            </w:r>
          </w:p>
        </w:tc>
        <w:tc>
          <w:tcPr>
            <w:tcW w:w="6101" w:type="dxa"/>
          </w:tcPr>
          <w:p w14:paraId="542DA07F" w14:textId="0FFF42B8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Volantino per comando manuale</w:t>
            </w:r>
            <w:r w:rsidR="00523D3A">
              <w:rPr>
                <w:rFonts w:ascii="Poppins" w:hAnsi="Poppins" w:cs="Poppins"/>
                <w:bCs/>
                <w:sz w:val="20"/>
              </w:rPr>
              <w:t>.</w:t>
            </w:r>
          </w:p>
          <w:p w14:paraId="75730ED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86BD181" w14:textId="607DF755" w:rsidR="0080754F" w:rsidRPr="00066BEF" w:rsidRDefault="0080754F" w:rsidP="0049228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Volantino per comando manuale</w:t>
            </w:r>
            <w:r w:rsidR="0049228D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o equivalente.</w:t>
            </w:r>
          </w:p>
        </w:tc>
      </w:tr>
      <w:tr w:rsidR="0080754F" w14:paraId="1D590F6B" w14:textId="77777777" w:rsidTr="00FD02BC">
        <w:tc>
          <w:tcPr>
            <w:tcW w:w="1311" w:type="dxa"/>
          </w:tcPr>
          <w:p w14:paraId="45E2090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01306862</w:t>
            </w:r>
          </w:p>
        </w:tc>
        <w:tc>
          <w:tcPr>
            <w:tcW w:w="2086" w:type="dxa"/>
          </w:tcPr>
          <w:p w14:paraId="0B81F5C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Gusci isolanti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</w:p>
        </w:tc>
        <w:tc>
          <w:tcPr>
            <w:tcW w:w="6101" w:type="dxa"/>
          </w:tcPr>
          <w:p w14:paraId="13BE22F8" w14:textId="77777777" w:rsidR="0080754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Gusci isolanti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in polietilene espanso reticolato a cellule chiuse.</w:t>
            </w:r>
          </w:p>
          <w:p w14:paraId="7080207B" w14:textId="77777777" w:rsidR="0049228D" w:rsidRPr="00066BEF" w:rsidRDefault="0049228D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CEEE652" w14:textId="77777777" w:rsidR="001F1B8C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N° fori derivazioni: 13</w:t>
            </w:r>
          </w:p>
          <w:p w14:paraId="00503181" w14:textId="49738CEA" w:rsidR="0080754F" w:rsidRPr="00066BEF" w:rsidRDefault="001F1B8C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I</w:t>
            </w:r>
            <w:r w:rsidR="0080754F" w:rsidRPr="00066BEF">
              <w:rPr>
                <w:rFonts w:ascii="Poppins" w:hAnsi="Poppins" w:cs="Poppins"/>
                <w:bCs/>
                <w:sz w:val="20"/>
              </w:rPr>
              <w:t>nterasse</w:t>
            </w:r>
            <w:r>
              <w:rPr>
                <w:rFonts w:ascii="Poppins" w:hAnsi="Poppins" w:cs="Poppins"/>
                <w:bCs/>
                <w:sz w:val="20"/>
              </w:rPr>
              <w:t>:</w:t>
            </w:r>
            <w:r w:rsidR="0080754F" w:rsidRPr="00066BEF">
              <w:rPr>
                <w:rFonts w:ascii="Poppins" w:hAnsi="Poppins" w:cs="Poppins"/>
                <w:bCs/>
                <w:sz w:val="20"/>
              </w:rPr>
              <w:t xml:space="preserve"> 50 mm</w:t>
            </w:r>
          </w:p>
          <w:p w14:paraId="1F87D830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97D775D" w14:textId="589ED7E0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 xml:space="preserve">Marca Emmeti – Modello Gusci isolanti per collettori </w:t>
            </w:r>
            <w:proofErr w:type="spellStart"/>
            <w:r w:rsidRPr="00C639E5">
              <w:rPr>
                <w:rFonts w:ascii="Poppins" w:hAnsi="Poppins" w:cs="Poppins"/>
                <w:b/>
                <w:sz w:val="20"/>
              </w:rPr>
              <w:t>Topway</w:t>
            </w:r>
            <w:proofErr w:type="spellEnd"/>
            <w:r w:rsidRPr="00C639E5">
              <w:rPr>
                <w:rFonts w:ascii="Poppins" w:hAnsi="Poppins" w:cs="Poppins"/>
                <w:b/>
                <w:sz w:val="20"/>
              </w:rPr>
              <w:t xml:space="preserve"> S o equivalente.</w:t>
            </w:r>
          </w:p>
        </w:tc>
      </w:tr>
      <w:tr w:rsidR="0080754F" w14:paraId="035EE252" w14:textId="77777777" w:rsidTr="00FD02BC">
        <w:tc>
          <w:tcPr>
            <w:tcW w:w="1311" w:type="dxa"/>
          </w:tcPr>
          <w:p w14:paraId="7CB12D2C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01306864</w:t>
            </w:r>
          </w:p>
        </w:tc>
        <w:tc>
          <w:tcPr>
            <w:tcW w:w="2086" w:type="dxa"/>
          </w:tcPr>
          <w:p w14:paraId="341EDEC1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Coppia gusci isolanti per kit valvole a squadra </w:t>
            </w:r>
          </w:p>
        </w:tc>
        <w:tc>
          <w:tcPr>
            <w:tcW w:w="6101" w:type="dxa"/>
          </w:tcPr>
          <w:p w14:paraId="1F547000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Coppia gusci isolanti in polietilene espanso reticolato a cellule chiuse per kit valvole a squadra con o senza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S.</w:t>
            </w:r>
          </w:p>
          <w:p w14:paraId="05597A55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B6C98C" w14:textId="3C0BD33C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Coppia gusci isolanti per kit valvole a squadra S o equivalente.</w:t>
            </w:r>
          </w:p>
        </w:tc>
      </w:tr>
      <w:tr w:rsidR="0080754F" w14:paraId="078F7662" w14:textId="77777777" w:rsidTr="00FD02BC">
        <w:tc>
          <w:tcPr>
            <w:tcW w:w="1311" w:type="dxa"/>
          </w:tcPr>
          <w:p w14:paraId="6A1D0AD3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01306866</w:t>
            </w:r>
          </w:p>
        </w:tc>
        <w:tc>
          <w:tcPr>
            <w:tcW w:w="2086" w:type="dxa"/>
          </w:tcPr>
          <w:p w14:paraId="773532D7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Coppia gusci isolanti per kit valvole diritte</w:t>
            </w:r>
          </w:p>
        </w:tc>
        <w:tc>
          <w:tcPr>
            <w:tcW w:w="6101" w:type="dxa"/>
          </w:tcPr>
          <w:p w14:paraId="4EEC5B6A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Coppia gusci isolanti in polietilene espanso reticolato a cellule chiuse per kit valvole diritte con o senza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portatermometro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per collettori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S.</w:t>
            </w:r>
          </w:p>
          <w:p w14:paraId="5C7BCE58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4A7E1D5" w14:textId="71986874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Coppia gusci isolanti per kit valvole diritte o equivalente.</w:t>
            </w:r>
          </w:p>
        </w:tc>
      </w:tr>
      <w:tr w:rsidR="0080754F" w14:paraId="6BA24416" w14:textId="77777777" w:rsidTr="00FD02BC">
        <w:tc>
          <w:tcPr>
            <w:tcW w:w="1311" w:type="dxa"/>
          </w:tcPr>
          <w:p w14:paraId="25BD4473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07245370</w:t>
            </w:r>
          </w:p>
        </w:tc>
        <w:tc>
          <w:tcPr>
            <w:tcW w:w="2086" w:type="dxa"/>
          </w:tcPr>
          <w:p w14:paraId="68F7C81E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vaso di espansione 8 litri</w:t>
            </w:r>
          </w:p>
        </w:tc>
        <w:tc>
          <w:tcPr>
            <w:tcW w:w="6101" w:type="dxa"/>
          </w:tcPr>
          <w:p w14:paraId="04C506A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vaso di espansione da 8 litri per collegamento a collettore di distribuzione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in cassetta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Metalbox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>.</w:t>
            </w:r>
          </w:p>
          <w:p w14:paraId="159D3A1E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4BCB57A1" w14:textId="77777777" w:rsidR="0080754F" w:rsidRPr="0049228D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49228D">
              <w:rPr>
                <w:rFonts w:ascii="Poppins" w:hAnsi="Poppins" w:cs="Poppins"/>
                <w:sz w:val="20"/>
              </w:rPr>
              <w:t>Completo di:</w:t>
            </w:r>
          </w:p>
          <w:p w14:paraId="52EDA74F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Vaso di espansione da 8 litri</w:t>
            </w:r>
          </w:p>
          <w:p w14:paraId="02386A27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Supporto in lamiera per installazione in cassetta</w:t>
            </w:r>
          </w:p>
          <w:p w14:paraId="494D1596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Tubo in rame Ø 18x1</w:t>
            </w:r>
          </w:p>
          <w:p w14:paraId="2D41F6E9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Tenuta monoblocco per tubo in rame Ø 18x1</w:t>
            </w:r>
          </w:p>
          <w:p w14:paraId="56AA03D6" w14:textId="5E81804F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Codolo 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  <w:r w:rsidRPr="00066BEF">
              <w:rPr>
                <w:rFonts w:ascii="Poppins" w:hAnsi="Poppins" w:cs="Poppins"/>
                <w:bCs/>
                <w:sz w:val="20"/>
              </w:rPr>
              <w:t>” – 24x19 con o-ring</w:t>
            </w:r>
          </w:p>
          <w:p w14:paraId="5362159D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Guarnizione 3/8”</w:t>
            </w:r>
          </w:p>
          <w:p w14:paraId="74E3FEF3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69B8A517" w14:textId="2012F06B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vaso di espansione 8 litri o</w:t>
            </w:r>
            <w:r w:rsidR="0049228D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80754F" w14:paraId="54118200" w14:textId="77777777" w:rsidTr="00FD02BC">
        <w:tc>
          <w:tcPr>
            <w:tcW w:w="1311" w:type="dxa"/>
          </w:tcPr>
          <w:p w14:paraId="4B1AECF0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07245380</w:t>
            </w:r>
          </w:p>
        </w:tc>
        <w:tc>
          <w:tcPr>
            <w:tcW w:w="2086" w:type="dxa"/>
          </w:tcPr>
          <w:p w14:paraId="63009138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Kit vaso di espansione 10 litri</w:t>
            </w:r>
          </w:p>
        </w:tc>
        <w:tc>
          <w:tcPr>
            <w:tcW w:w="6101" w:type="dxa"/>
          </w:tcPr>
          <w:p w14:paraId="27D00FF9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Kit vaso di espansione da 10 litri per collegamento a collettore di distribuzione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in cassetta </w:t>
            </w: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Metalbox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>.</w:t>
            </w:r>
          </w:p>
          <w:p w14:paraId="74019C3F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7CD40017" w14:textId="77777777" w:rsidR="0080754F" w:rsidRPr="0049228D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sz w:val="20"/>
              </w:rPr>
            </w:pPr>
            <w:r w:rsidRPr="0049228D">
              <w:rPr>
                <w:rFonts w:ascii="Poppins" w:hAnsi="Poppins" w:cs="Poppins"/>
                <w:sz w:val="20"/>
              </w:rPr>
              <w:t>Completo di:</w:t>
            </w:r>
          </w:p>
          <w:p w14:paraId="6C145F13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Vaso di espansione da 10 litri</w:t>
            </w:r>
          </w:p>
          <w:p w14:paraId="64904B52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Supporto in lamiera per installazione in cassetta</w:t>
            </w:r>
          </w:p>
          <w:p w14:paraId="0EA66687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Tubo in rame Ø 18x1</w:t>
            </w:r>
          </w:p>
          <w:p w14:paraId="20B80570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Tenuta monoblocco per tubo in rame Ø 18x1</w:t>
            </w:r>
          </w:p>
          <w:p w14:paraId="4EB55C99" w14:textId="178F70DF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 xml:space="preserve">Codolo </w:t>
            </w:r>
            <w:r>
              <w:rPr>
                <w:rFonts w:ascii="Poppins" w:hAnsi="Poppins" w:cs="Poppins"/>
                <w:bCs/>
                <w:sz w:val="20"/>
              </w:rPr>
              <w:t>1/2</w:t>
            </w:r>
            <w:r w:rsidRPr="00066BEF">
              <w:rPr>
                <w:rFonts w:ascii="Poppins" w:hAnsi="Poppins" w:cs="Poppins"/>
                <w:bCs/>
                <w:sz w:val="20"/>
              </w:rPr>
              <w:t>” – 24x19 con o-ring</w:t>
            </w:r>
          </w:p>
          <w:p w14:paraId="1EAE3B4A" w14:textId="77777777" w:rsidR="0080754F" w:rsidRPr="00066BEF" w:rsidRDefault="0080754F" w:rsidP="0080754F">
            <w:pPr>
              <w:pStyle w:val="Intestazione"/>
              <w:numPr>
                <w:ilvl w:val="0"/>
                <w:numId w:val="2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Guarnizione 3/8”</w:t>
            </w:r>
          </w:p>
          <w:p w14:paraId="1D255A54" w14:textId="77777777" w:rsidR="0080754F" w:rsidRPr="00066BEF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D071731" w14:textId="00FADEE0" w:rsidR="0080754F" w:rsidRPr="00C639E5" w:rsidRDefault="0080754F" w:rsidP="0080754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C639E5">
              <w:rPr>
                <w:rFonts w:ascii="Poppins" w:hAnsi="Poppins" w:cs="Poppins"/>
                <w:b/>
                <w:sz w:val="20"/>
              </w:rPr>
              <w:t>Marca Emmeti – Modello Kit vaso di espansione 10 litri o</w:t>
            </w:r>
            <w:r w:rsidR="0049228D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639E5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</w:tbl>
    <w:p w14:paraId="3EB5139D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2EF18" w14:textId="77777777" w:rsidR="009F7ACF" w:rsidRDefault="009F7ACF">
      <w:r>
        <w:separator/>
      </w:r>
    </w:p>
  </w:endnote>
  <w:endnote w:type="continuationSeparator" w:id="0">
    <w:p w14:paraId="76447E24" w14:textId="77777777" w:rsidR="009F7ACF" w:rsidRDefault="009F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A2FAE" w14:textId="77777777" w:rsidR="004E31B2" w:rsidRDefault="004E31B2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4E31B2" w14:paraId="5357AC90" w14:textId="77777777" w:rsidTr="004706FD">
      <w:tc>
        <w:tcPr>
          <w:tcW w:w="4534" w:type="dxa"/>
        </w:tcPr>
        <w:p w14:paraId="7B741F4B" w14:textId="21FB3FA9" w:rsidR="00F16BAD" w:rsidRPr="00C86331" w:rsidRDefault="00215D46" w:rsidP="00F16BAD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 xml:space="preserve">Accessori per </w:t>
          </w:r>
          <w:r w:rsidR="004E31B2"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="004E31B2"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="004E31B2" w:rsidRPr="00EC29FF">
            <w:rPr>
              <w:rFonts w:ascii="Poppins" w:hAnsi="Poppins" w:cs="Poppins"/>
              <w:iCs/>
              <w:sz w:val="16"/>
            </w:rPr>
            <w:fldChar w:fldCharType="separate"/>
          </w:r>
          <w:r>
            <w:rPr>
              <w:rFonts w:ascii="Poppins" w:hAnsi="Poppins" w:cs="Poppins"/>
              <w:iCs/>
              <w:noProof/>
              <w:sz w:val="16"/>
            </w:rPr>
            <w:t>c</w:t>
          </w:r>
          <w:r w:rsidR="004E31B2">
            <w:rPr>
              <w:rFonts w:ascii="Poppins" w:hAnsi="Poppins" w:cs="Poppins"/>
              <w:iCs/>
              <w:noProof/>
              <w:sz w:val="16"/>
            </w:rPr>
            <w:t>ollettori Topway S</w:t>
          </w:r>
          <w:r w:rsidR="004E31B2"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0E16E78" w14:textId="562B3813" w:rsidR="004E31B2" w:rsidRPr="00EC29FF" w:rsidRDefault="004E31B2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15634">
            <w:rPr>
              <w:rFonts w:ascii="Poppins" w:hAnsi="Poppins" w:cs="Poppins"/>
              <w:noProof/>
              <w:sz w:val="14"/>
              <w:szCs w:val="14"/>
            </w:rPr>
            <w:t>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583E847" w14:textId="77777777" w:rsidR="004E31B2" w:rsidRPr="005C61B9" w:rsidRDefault="004E31B2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3F5D673" wp14:editId="7930D244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7135A" w14:textId="77777777" w:rsidR="009F7ACF" w:rsidRDefault="009F7ACF">
      <w:r>
        <w:separator/>
      </w:r>
    </w:p>
  </w:footnote>
  <w:footnote w:type="continuationSeparator" w:id="0">
    <w:p w14:paraId="1FFC307C" w14:textId="77777777" w:rsidR="009F7ACF" w:rsidRDefault="009F7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6181" w14:textId="77777777" w:rsidR="004E31B2" w:rsidRDefault="004E31B2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060714B" wp14:editId="6EE7214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D467B10" w14:textId="77777777" w:rsidR="004E31B2" w:rsidRPr="00D440AE" w:rsidRDefault="004E31B2" w:rsidP="00CC31A7">
    <w:pPr>
      <w:pStyle w:val="Intestazione"/>
      <w:jc w:val="center"/>
      <w:rPr>
        <w:sz w:val="16"/>
        <w:szCs w:val="16"/>
      </w:rPr>
    </w:pPr>
  </w:p>
  <w:p w14:paraId="53EBEF8D" w14:textId="77777777" w:rsidR="004E31B2" w:rsidRPr="00D440AE" w:rsidRDefault="004E31B2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D6ACF"/>
    <w:multiLevelType w:val="hybridMultilevel"/>
    <w:tmpl w:val="2A4269E2"/>
    <w:lvl w:ilvl="0" w:tplc="8E086E0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25FDC"/>
    <w:multiLevelType w:val="hybridMultilevel"/>
    <w:tmpl w:val="703C44E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04644"/>
    <w:multiLevelType w:val="hybridMultilevel"/>
    <w:tmpl w:val="B4967F6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16BB9"/>
    <w:multiLevelType w:val="hybridMultilevel"/>
    <w:tmpl w:val="B36A7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F5499"/>
    <w:multiLevelType w:val="hybridMultilevel"/>
    <w:tmpl w:val="6A1C44C6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06EE0"/>
    <w:multiLevelType w:val="hybridMultilevel"/>
    <w:tmpl w:val="AF2A69F6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54541"/>
    <w:multiLevelType w:val="hybridMultilevel"/>
    <w:tmpl w:val="3716D486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02F338A"/>
    <w:multiLevelType w:val="hybridMultilevel"/>
    <w:tmpl w:val="C3760128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86E8C"/>
    <w:multiLevelType w:val="hybridMultilevel"/>
    <w:tmpl w:val="6FCED01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1F1F9E"/>
    <w:multiLevelType w:val="hybridMultilevel"/>
    <w:tmpl w:val="E67CC010"/>
    <w:lvl w:ilvl="0" w:tplc="35C2B06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786382">
    <w:abstractNumId w:val="16"/>
  </w:num>
  <w:num w:numId="2" w16cid:durableId="589582806">
    <w:abstractNumId w:val="15"/>
  </w:num>
  <w:num w:numId="3" w16cid:durableId="864904806">
    <w:abstractNumId w:val="5"/>
  </w:num>
  <w:num w:numId="4" w16cid:durableId="599261537">
    <w:abstractNumId w:val="3"/>
  </w:num>
  <w:num w:numId="5" w16cid:durableId="1483305804">
    <w:abstractNumId w:val="9"/>
  </w:num>
  <w:num w:numId="6" w16cid:durableId="962467258">
    <w:abstractNumId w:val="8"/>
  </w:num>
  <w:num w:numId="7" w16cid:durableId="558399206">
    <w:abstractNumId w:val="6"/>
  </w:num>
  <w:num w:numId="8" w16cid:durableId="1898079541">
    <w:abstractNumId w:val="8"/>
  </w:num>
  <w:num w:numId="9" w16cid:durableId="244995739">
    <w:abstractNumId w:val="0"/>
  </w:num>
  <w:num w:numId="10" w16cid:durableId="5520329">
    <w:abstractNumId w:val="8"/>
  </w:num>
  <w:num w:numId="11" w16cid:durableId="345600247">
    <w:abstractNumId w:val="21"/>
  </w:num>
  <w:num w:numId="12" w16cid:durableId="1219321804">
    <w:abstractNumId w:val="26"/>
  </w:num>
  <w:num w:numId="13" w16cid:durableId="1087112639">
    <w:abstractNumId w:val="20"/>
  </w:num>
  <w:num w:numId="14" w16cid:durableId="1193223323">
    <w:abstractNumId w:val="7"/>
  </w:num>
  <w:num w:numId="15" w16cid:durableId="1601136578">
    <w:abstractNumId w:val="22"/>
  </w:num>
  <w:num w:numId="16" w16cid:durableId="709189204">
    <w:abstractNumId w:val="29"/>
  </w:num>
  <w:num w:numId="17" w16cid:durableId="2131433740">
    <w:abstractNumId w:val="30"/>
  </w:num>
  <w:num w:numId="18" w16cid:durableId="1797871616">
    <w:abstractNumId w:val="24"/>
  </w:num>
  <w:num w:numId="19" w16cid:durableId="1755323048">
    <w:abstractNumId w:val="1"/>
  </w:num>
  <w:num w:numId="20" w16cid:durableId="1779568181">
    <w:abstractNumId w:val="2"/>
  </w:num>
  <w:num w:numId="21" w16cid:durableId="1511800138">
    <w:abstractNumId w:val="10"/>
  </w:num>
  <w:num w:numId="22" w16cid:durableId="377828249">
    <w:abstractNumId w:val="12"/>
  </w:num>
  <w:num w:numId="23" w16cid:durableId="1728258636">
    <w:abstractNumId w:val="18"/>
  </w:num>
  <w:num w:numId="24" w16cid:durableId="1718816045">
    <w:abstractNumId w:val="28"/>
  </w:num>
  <w:num w:numId="25" w16cid:durableId="833298407">
    <w:abstractNumId w:val="31"/>
  </w:num>
  <w:num w:numId="26" w16cid:durableId="2043825311">
    <w:abstractNumId w:val="13"/>
  </w:num>
  <w:num w:numId="27" w16cid:durableId="96292020">
    <w:abstractNumId w:val="17"/>
  </w:num>
  <w:num w:numId="28" w16cid:durableId="1305231412">
    <w:abstractNumId w:val="19"/>
  </w:num>
  <w:num w:numId="29" w16cid:durableId="1054619059">
    <w:abstractNumId w:val="25"/>
  </w:num>
  <w:num w:numId="30" w16cid:durableId="168453038">
    <w:abstractNumId w:val="14"/>
  </w:num>
  <w:num w:numId="31" w16cid:durableId="870844441">
    <w:abstractNumId w:val="27"/>
  </w:num>
  <w:num w:numId="32" w16cid:durableId="103114831">
    <w:abstractNumId w:val="23"/>
  </w:num>
  <w:num w:numId="33" w16cid:durableId="409231861">
    <w:abstractNumId w:val="11"/>
  </w:num>
  <w:num w:numId="34" w16cid:durableId="821166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620C"/>
    <w:rsid w:val="00026DD4"/>
    <w:rsid w:val="000566C5"/>
    <w:rsid w:val="00066BEF"/>
    <w:rsid w:val="0006784D"/>
    <w:rsid w:val="0009136B"/>
    <w:rsid w:val="000B6932"/>
    <w:rsid w:val="000C52FA"/>
    <w:rsid w:val="000D71D5"/>
    <w:rsid w:val="000E75B0"/>
    <w:rsid w:val="000F7A52"/>
    <w:rsid w:val="00103A0D"/>
    <w:rsid w:val="0011415F"/>
    <w:rsid w:val="001441C6"/>
    <w:rsid w:val="001450AB"/>
    <w:rsid w:val="001620E3"/>
    <w:rsid w:val="00171DAE"/>
    <w:rsid w:val="00192AFC"/>
    <w:rsid w:val="00195A49"/>
    <w:rsid w:val="001B0911"/>
    <w:rsid w:val="001B1339"/>
    <w:rsid w:val="001D365F"/>
    <w:rsid w:val="001E6403"/>
    <w:rsid w:val="001F1B8C"/>
    <w:rsid w:val="001F782F"/>
    <w:rsid w:val="00211807"/>
    <w:rsid w:val="00215D46"/>
    <w:rsid w:val="0023000E"/>
    <w:rsid w:val="002346C2"/>
    <w:rsid w:val="00246C68"/>
    <w:rsid w:val="0024798B"/>
    <w:rsid w:val="00264BCF"/>
    <w:rsid w:val="0028448D"/>
    <w:rsid w:val="002862D2"/>
    <w:rsid w:val="002B5D63"/>
    <w:rsid w:val="002F7EEA"/>
    <w:rsid w:val="0030254F"/>
    <w:rsid w:val="00304518"/>
    <w:rsid w:val="003333BC"/>
    <w:rsid w:val="003430C6"/>
    <w:rsid w:val="00344430"/>
    <w:rsid w:val="00344E54"/>
    <w:rsid w:val="003524C7"/>
    <w:rsid w:val="00356AC9"/>
    <w:rsid w:val="00357812"/>
    <w:rsid w:val="00365710"/>
    <w:rsid w:val="00372ECE"/>
    <w:rsid w:val="003A7A78"/>
    <w:rsid w:val="003B756E"/>
    <w:rsid w:val="003D4BE3"/>
    <w:rsid w:val="003F0EBC"/>
    <w:rsid w:val="00425EED"/>
    <w:rsid w:val="004272FC"/>
    <w:rsid w:val="00433C12"/>
    <w:rsid w:val="0044592F"/>
    <w:rsid w:val="00447EFC"/>
    <w:rsid w:val="004706FD"/>
    <w:rsid w:val="00474537"/>
    <w:rsid w:val="0048382E"/>
    <w:rsid w:val="0049228D"/>
    <w:rsid w:val="004C2174"/>
    <w:rsid w:val="004D5C92"/>
    <w:rsid w:val="004E31B2"/>
    <w:rsid w:val="004E5669"/>
    <w:rsid w:val="004E6974"/>
    <w:rsid w:val="004F1A26"/>
    <w:rsid w:val="005235FA"/>
    <w:rsid w:val="00523D3A"/>
    <w:rsid w:val="00525BAE"/>
    <w:rsid w:val="00530F9B"/>
    <w:rsid w:val="005315F1"/>
    <w:rsid w:val="00536743"/>
    <w:rsid w:val="00562E55"/>
    <w:rsid w:val="00584984"/>
    <w:rsid w:val="005C61B9"/>
    <w:rsid w:val="005D5A28"/>
    <w:rsid w:val="005E0CB5"/>
    <w:rsid w:val="005E1169"/>
    <w:rsid w:val="005E3C1E"/>
    <w:rsid w:val="006015C2"/>
    <w:rsid w:val="006040F5"/>
    <w:rsid w:val="00610639"/>
    <w:rsid w:val="00620C00"/>
    <w:rsid w:val="00665813"/>
    <w:rsid w:val="00684DDD"/>
    <w:rsid w:val="00695B49"/>
    <w:rsid w:val="006B218C"/>
    <w:rsid w:val="006B29B1"/>
    <w:rsid w:val="006C14CB"/>
    <w:rsid w:val="006C2311"/>
    <w:rsid w:val="006C502F"/>
    <w:rsid w:val="006D044B"/>
    <w:rsid w:val="006D4FDF"/>
    <w:rsid w:val="006E5C4B"/>
    <w:rsid w:val="006F1812"/>
    <w:rsid w:val="006F6AB3"/>
    <w:rsid w:val="00710BB8"/>
    <w:rsid w:val="00715CB4"/>
    <w:rsid w:val="00727388"/>
    <w:rsid w:val="0073789C"/>
    <w:rsid w:val="00745AB1"/>
    <w:rsid w:val="0074712F"/>
    <w:rsid w:val="00757AC7"/>
    <w:rsid w:val="00782096"/>
    <w:rsid w:val="007B31A2"/>
    <w:rsid w:val="007B5BA3"/>
    <w:rsid w:val="007D5EC7"/>
    <w:rsid w:val="007E6E02"/>
    <w:rsid w:val="007E7665"/>
    <w:rsid w:val="007F4841"/>
    <w:rsid w:val="008014DD"/>
    <w:rsid w:val="0080323F"/>
    <w:rsid w:val="0080754F"/>
    <w:rsid w:val="00830828"/>
    <w:rsid w:val="00836795"/>
    <w:rsid w:val="00843F59"/>
    <w:rsid w:val="00844BBC"/>
    <w:rsid w:val="00854C2B"/>
    <w:rsid w:val="008574C8"/>
    <w:rsid w:val="00867692"/>
    <w:rsid w:val="008804CB"/>
    <w:rsid w:val="008A1950"/>
    <w:rsid w:val="008A2C0A"/>
    <w:rsid w:val="008B5587"/>
    <w:rsid w:val="008C2F88"/>
    <w:rsid w:val="00904071"/>
    <w:rsid w:val="009059BB"/>
    <w:rsid w:val="00923354"/>
    <w:rsid w:val="00931A8A"/>
    <w:rsid w:val="009361AF"/>
    <w:rsid w:val="0094047C"/>
    <w:rsid w:val="00942B09"/>
    <w:rsid w:val="00943AFA"/>
    <w:rsid w:val="00953728"/>
    <w:rsid w:val="00961BD5"/>
    <w:rsid w:val="00985928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F3E2F"/>
    <w:rsid w:val="009F7ACF"/>
    <w:rsid w:val="00A04235"/>
    <w:rsid w:val="00A06A5E"/>
    <w:rsid w:val="00A216E2"/>
    <w:rsid w:val="00A22F7F"/>
    <w:rsid w:val="00A26A80"/>
    <w:rsid w:val="00A36919"/>
    <w:rsid w:val="00A62A77"/>
    <w:rsid w:val="00A743FF"/>
    <w:rsid w:val="00AC0741"/>
    <w:rsid w:val="00AD05EC"/>
    <w:rsid w:val="00AD1706"/>
    <w:rsid w:val="00AF350C"/>
    <w:rsid w:val="00B3331E"/>
    <w:rsid w:val="00B406A9"/>
    <w:rsid w:val="00B466FB"/>
    <w:rsid w:val="00B523CE"/>
    <w:rsid w:val="00B7475F"/>
    <w:rsid w:val="00B7512B"/>
    <w:rsid w:val="00B90AA1"/>
    <w:rsid w:val="00B93CD1"/>
    <w:rsid w:val="00BB0104"/>
    <w:rsid w:val="00BB2A5B"/>
    <w:rsid w:val="00BD14D8"/>
    <w:rsid w:val="00BD7D5A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639E5"/>
    <w:rsid w:val="00C85025"/>
    <w:rsid w:val="00C86331"/>
    <w:rsid w:val="00C93402"/>
    <w:rsid w:val="00C939B1"/>
    <w:rsid w:val="00CB1475"/>
    <w:rsid w:val="00CC31A7"/>
    <w:rsid w:val="00CC5414"/>
    <w:rsid w:val="00CE7C2F"/>
    <w:rsid w:val="00D061A5"/>
    <w:rsid w:val="00D15634"/>
    <w:rsid w:val="00D178ED"/>
    <w:rsid w:val="00D17F30"/>
    <w:rsid w:val="00D2119B"/>
    <w:rsid w:val="00D229AF"/>
    <w:rsid w:val="00D26FD9"/>
    <w:rsid w:val="00D440AE"/>
    <w:rsid w:val="00D62BDF"/>
    <w:rsid w:val="00D82D85"/>
    <w:rsid w:val="00D832BB"/>
    <w:rsid w:val="00D902A4"/>
    <w:rsid w:val="00DA3646"/>
    <w:rsid w:val="00DB57D5"/>
    <w:rsid w:val="00DD2E16"/>
    <w:rsid w:val="00DE474F"/>
    <w:rsid w:val="00DE5C0B"/>
    <w:rsid w:val="00E0261D"/>
    <w:rsid w:val="00E05105"/>
    <w:rsid w:val="00E07577"/>
    <w:rsid w:val="00E11294"/>
    <w:rsid w:val="00E17A38"/>
    <w:rsid w:val="00E23DB0"/>
    <w:rsid w:val="00E36C49"/>
    <w:rsid w:val="00E42389"/>
    <w:rsid w:val="00E50A22"/>
    <w:rsid w:val="00E5632D"/>
    <w:rsid w:val="00E5765E"/>
    <w:rsid w:val="00E64288"/>
    <w:rsid w:val="00E94BE3"/>
    <w:rsid w:val="00EA01C8"/>
    <w:rsid w:val="00EA0BE1"/>
    <w:rsid w:val="00EA4DAF"/>
    <w:rsid w:val="00EB26DF"/>
    <w:rsid w:val="00EB33B9"/>
    <w:rsid w:val="00EB3CF5"/>
    <w:rsid w:val="00EB5986"/>
    <w:rsid w:val="00EC29FF"/>
    <w:rsid w:val="00ED24CF"/>
    <w:rsid w:val="00EF73E5"/>
    <w:rsid w:val="00F16B8E"/>
    <w:rsid w:val="00F16BAD"/>
    <w:rsid w:val="00F47BC8"/>
    <w:rsid w:val="00F50F65"/>
    <w:rsid w:val="00F53758"/>
    <w:rsid w:val="00F60A08"/>
    <w:rsid w:val="00F70B53"/>
    <w:rsid w:val="00FD02BC"/>
    <w:rsid w:val="00FD255D"/>
    <w:rsid w:val="00FD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54E7E6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1060E-6C3A-4A17-87E0-2D97BE049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8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10141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14</cp:revision>
  <cp:lastPrinted>2013-11-14T13:48:00Z</cp:lastPrinted>
  <dcterms:created xsi:type="dcterms:W3CDTF">2025-01-14T14:40:00Z</dcterms:created>
  <dcterms:modified xsi:type="dcterms:W3CDTF">2025-01-14T15:38:00Z</dcterms:modified>
</cp:coreProperties>
</file>